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4FAA" w14:textId="7B081F3E" w:rsidR="00127753" w:rsidRPr="00980E02" w:rsidRDefault="2F0059B8" w:rsidP="00980E02">
      <w:pPr>
        <w:pStyle w:val="Titel3"/>
        <w:spacing w:before="240"/>
        <w:rPr>
          <w:b/>
          <w:bCs/>
        </w:rPr>
      </w:pPr>
      <w:r w:rsidRPr="2F0059B8">
        <w:rPr>
          <w:b/>
          <w:bCs/>
        </w:rPr>
        <w:t xml:space="preserve">Dokument </w:t>
      </w:r>
      <w:r w:rsidR="00F702AE">
        <w:rPr>
          <w:b/>
          <w:bCs/>
        </w:rPr>
        <w:t>C</w:t>
      </w:r>
      <w:r w:rsidR="00E72F21">
        <w:rPr>
          <w:b/>
          <w:bCs/>
        </w:rPr>
        <w:t>10</w:t>
      </w:r>
      <w:r w:rsidRPr="2F0059B8">
        <w:rPr>
          <w:b/>
          <w:bCs/>
        </w:rPr>
        <w:t xml:space="preserve"> - Schnittstellenpapier</w:t>
      </w:r>
    </w:p>
    <w:p w14:paraId="1D20B7E1" w14:textId="29FC3A91" w:rsidR="00CE7819" w:rsidRPr="00980E02" w:rsidRDefault="00CE7819" w:rsidP="00CE7819">
      <w:pPr>
        <w:rPr>
          <w:szCs w:val="22"/>
        </w:rPr>
      </w:pPr>
    </w:p>
    <w:tbl>
      <w:tblPr>
        <w:tblStyle w:val="Tabellenraster"/>
        <w:tblW w:w="9493" w:type="dxa"/>
        <w:tblLayout w:type="fixed"/>
        <w:tblLook w:val="04A0" w:firstRow="1" w:lastRow="0" w:firstColumn="1" w:lastColumn="0" w:noHBand="0" w:noVBand="1"/>
      </w:tblPr>
      <w:tblGrid>
        <w:gridCol w:w="2689"/>
        <w:gridCol w:w="890"/>
        <w:gridCol w:w="890"/>
        <w:gridCol w:w="890"/>
        <w:gridCol w:w="890"/>
        <w:gridCol w:w="890"/>
        <w:gridCol w:w="890"/>
        <w:gridCol w:w="1464"/>
      </w:tblGrid>
      <w:tr w:rsidR="00CE7819" w:rsidRPr="00DB7DFB" w14:paraId="6DFC879C" w14:textId="77777777" w:rsidTr="4A837E0F">
        <w:trPr>
          <w:trHeight w:val="397"/>
          <w:tblHeader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10BD0A3" w14:textId="77777777" w:rsidR="00CE7819" w:rsidRPr="00DB7DFB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color w:val="FFFFFF" w:themeColor="background1"/>
                <w:sz w:val="16"/>
                <w:szCs w:val="22"/>
              </w:rPr>
            </w:pPr>
            <w:r w:rsidRPr="00DB7DFB">
              <w:rPr>
                <w:b/>
                <w:color w:val="FFFFFF" w:themeColor="background1"/>
                <w:sz w:val="16"/>
                <w:szCs w:val="22"/>
              </w:rPr>
              <w:t>Gewerk / Aufgabe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D4FB87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  <w:r w:rsidRPr="00E30955">
              <w:rPr>
                <w:b/>
                <w:color w:val="FFFFFF" w:themeColor="background1"/>
                <w:sz w:val="16"/>
                <w:szCs w:val="22"/>
              </w:rPr>
              <w:t>Baumeister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6653A86" w14:textId="56EB4732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  <w:r>
              <w:rPr>
                <w:b/>
                <w:color w:val="FFFFFF" w:themeColor="background1"/>
                <w:sz w:val="16"/>
                <w:szCs w:val="22"/>
              </w:rPr>
              <w:t>Korrosionsschutz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48304F0" w14:textId="6E7DC596" w:rsidR="00CE7819" w:rsidRPr="00E30955" w:rsidRDefault="4A837E0F" w:rsidP="4A837E0F">
            <w:pPr>
              <w:tabs>
                <w:tab w:val="left" w:pos="2268"/>
              </w:tabs>
              <w:spacing w:after="0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4A837E0F">
              <w:rPr>
                <w:b/>
                <w:bCs/>
                <w:color w:val="FFFFFF" w:themeColor="background1"/>
                <w:sz w:val="16"/>
                <w:szCs w:val="16"/>
              </w:rPr>
              <w:t>BERN-MOBIL</w:t>
            </w:r>
            <w:r w:rsidR="00A73E2F" w:rsidRPr="00A73E2F">
              <w:rPr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161585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  <w:r w:rsidRPr="00E30955">
              <w:rPr>
                <w:b/>
                <w:color w:val="FFFFFF" w:themeColor="background1"/>
                <w:sz w:val="16"/>
                <w:szCs w:val="22"/>
              </w:rPr>
              <w:t>TAB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E878DD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  <w:proofErr w:type="spellStart"/>
            <w:r w:rsidRPr="00E30955">
              <w:rPr>
                <w:b/>
                <w:color w:val="FFFFFF" w:themeColor="background1"/>
                <w:sz w:val="16"/>
                <w:szCs w:val="22"/>
              </w:rPr>
              <w:t>ewb</w:t>
            </w:r>
            <w:proofErr w:type="spellEnd"/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159A22A" w14:textId="77777777" w:rsidR="00CE7819" w:rsidRPr="00DB7DFB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  <w:r>
              <w:rPr>
                <w:b/>
                <w:color w:val="FFFFFF" w:themeColor="background1"/>
                <w:sz w:val="16"/>
                <w:szCs w:val="22"/>
              </w:rPr>
              <w:t>Nebenunternehmer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6AEE10D" w14:textId="77777777" w:rsidR="00CE7819" w:rsidRPr="00DB7DFB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color w:val="FFFFFF" w:themeColor="background1"/>
                <w:sz w:val="16"/>
                <w:szCs w:val="22"/>
              </w:rPr>
            </w:pPr>
            <w:r w:rsidRPr="00DB7DFB">
              <w:rPr>
                <w:b/>
                <w:color w:val="FFFFFF" w:themeColor="background1"/>
                <w:sz w:val="16"/>
                <w:szCs w:val="22"/>
              </w:rPr>
              <w:t>Bemerkungen</w:t>
            </w:r>
          </w:p>
        </w:tc>
      </w:tr>
      <w:tr w:rsidR="00CE7819" w:rsidRPr="006A67E9" w14:paraId="54F83BA0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BEB6E5A" w14:textId="77777777" w:rsidR="00CE7819" w:rsidRPr="00BF3087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375B20">
              <w:rPr>
                <w:b/>
                <w:sz w:val="16"/>
                <w:szCs w:val="22"/>
              </w:rPr>
              <w:t>Verkehrsmanagement: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1F51DC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384462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483ADA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AAA43C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0F5F34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6835639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78F713D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5B63571F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52145CBD" w14:textId="77777777" w:rsidR="00CE7819" w:rsidRPr="006A67E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proofErr w:type="spellStart"/>
            <w:r>
              <w:rPr>
                <w:sz w:val="16"/>
                <w:szCs w:val="22"/>
              </w:rPr>
              <w:t>Baustellensignalisation</w:t>
            </w:r>
            <w:proofErr w:type="spellEnd"/>
            <w:r>
              <w:rPr>
                <w:sz w:val="16"/>
                <w:szCs w:val="22"/>
              </w:rPr>
              <w:t>, Installationsplätze, Elektro- und Wasseranschlüsse, Absetzbecken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236A2E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514C63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904483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454A22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DDDA96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BB7C7B4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44751996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1A86D74F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0D1232FB" w14:textId="77777777" w:rsidR="00CE7819" w:rsidRPr="006A67E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Signalisation Verkehrsumleitungen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A7E2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0790F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2116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73626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93FC03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7E838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D459D4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0659FD6D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41FEBB81" w14:textId="77777777" w:rsidR="00CE7819" w:rsidRPr="006A67E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Montage </w:t>
            </w:r>
            <w:proofErr w:type="spellStart"/>
            <w:r>
              <w:rPr>
                <w:sz w:val="16"/>
                <w:szCs w:val="22"/>
              </w:rPr>
              <w:t>Fahrplanstele</w:t>
            </w:r>
            <w:proofErr w:type="spellEnd"/>
            <w:r>
              <w:rPr>
                <w:sz w:val="16"/>
                <w:szCs w:val="22"/>
              </w:rPr>
              <w:t xml:space="preserve"> / </w:t>
            </w:r>
            <w:proofErr w:type="spellStart"/>
            <w:r>
              <w:rPr>
                <w:sz w:val="16"/>
                <w:szCs w:val="22"/>
              </w:rPr>
              <w:t>Billetautomat</w:t>
            </w:r>
            <w:proofErr w:type="spellEnd"/>
            <w:r>
              <w:rPr>
                <w:sz w:val="16"/>
                <w:szCs w:val="22"/>
              </w:rPr>
              <w:t xml:space="preserve"> bei prov. Haltestellen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6C1A7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40B9A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1DF9E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8F766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7CDC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6E67AA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8BE843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37B9A5DA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455C0315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Bauliche Provisorien bei prov. Haltestellen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EF173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5A89F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6BEBF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498E0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DB383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08E90E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E18BB7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35A0D432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81C62C7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Abschrankungen im Baustellenbereich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064A2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58910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C10DA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36153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D8AC6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5A02EE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2F4618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6567C4DA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75F954F5" w14:textId="77777777" w:rsidR="00CE7819" w:rsidRPr="003E0BC0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Verkehrsdienst im Baustellenbereich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3D303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6EA4F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BA5CA3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809DB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72EB69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20961A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B40F5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D3571" w14:paraId="1FB7C215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8F7D4D5" w14:textId="77777777" w:rsidR="00CE7819" w:rsidRPr="0099620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996209">
              <w:rPr>
                <w:b/>
                <w:sz w:val="16"/>
                <w:szCs w:val="22"/>
              </w:rPr>
              <w:t>Gleisanlage: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6ACCFF6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EB2EF6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1961C0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6BD1BF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FE5D4A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F1AE36D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593BC9D" w14:textId="77777777" w:rsidR="00CE7819" w:rsidRPr="006D3571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</w:p>
        </w:tc>
      </w:tr>
      <w:tr w:rsidR="00CE7819" w:rsidRPr="006A67E9" w14:paraId="530DC8BE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79D5A72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Abbrüche, inkl. Entsorgung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AA3B7C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5CF455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BA4A70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06A776E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18955D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CAEA504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02FD8617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2E881373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52DAF731" w14:textId="0970FBED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51715CF1">
              <w:rPr>
                <w:sz w:val="16"/>
                <w:szCs w:val="16"/>
              </w:rPr>
              <w:t>Erstellung Start- und Zielgruben</w:t>
            </w:r>
            <w:r w:rsidR="0063469E">
              <w:rPr>
                <w:sz w:val="16"/>
                <w:szCs w:val="16"/>
              </w:rPr>
              <w:t xml:space="preserve"> Gleisanlage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549FF4C" w14:textId="60784CAB" w:rsidR="00CE7819" w:rsidRPr="00E30955" w:rsidRDefault="17F25BAD" w:rsidP="51715CF1">
            <w:pPr>
              <w:tabs>
                <w:tab w:val="left" w:pos="2268"/>
              </w:tabs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51715CF1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2D3E10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56D6C6A" w14:textId="4FDA4B6A" w:rsidR="00CE7819" w:rsidRPr="00E30955" w:rsidRDefault="00CE7819" w:rsidP="51715CF1">
            <w:pPr>
              <w:tabs>
                <w:tab w:val="left" w:pos="2268"/>
              </w:tabs>
              <w:spacing w:after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1E4FD7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8DBB736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0106051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4F4BEB20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3CDC8A45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355F010A" w14:textId="7536C73F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51715CF1">
              <w:rPr>
                <w:sz w:val="16"/>
                <w:szCs w:val="16"/>
              </w:rPr>
              <w:t>Lieferung Gleise, Weichen, Stahlkanal, Gleisanschluss- und Entwässerungskästen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B7A37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05F27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3416A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55C076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546E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3E1C88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D9569C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79400486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73B14C9C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Versetzen Stahlkanal und Gleisbau auf Brücke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D4EAD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412E5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9C88EA" w14:textId="2E00ED09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  <w:r>
              <w:rPr>
                <w:b/>
                <w:sz w:val="16"/>
                <w:szCs w:val="22"/>
              </w:rPr>
              <w:t xml:space="preserve"> </w:t>
            </w:r>
            <w:r w:rsidRPr="009D1AA1">
              <w:rPr>
                <w:sz w:val="12"/>
                <w:szCs w:val="22"/>
              </w:rPr>
              <w:t>(</w:t>
            </w:r>
            <w:r>
              <w:rPr>
                <w:sz w:val="12"/>
                <w:szCs w:val="22"/>
              </w:rPr>
              <w:t xml:space="preserve">als </w:t>
            </w:r>
            <w:r w:rsidRPr="009D1AA1">
              <w:rPr>
                <w:sz w:val="12"/>
                <w:szCs w:val="22"/>
              </w:rPr>
              <w:t>Pflichtsubunternehm</w:t>
            </w:r>
            <w:r w:rsidR="00423EA2">
              <w:rPr>
                <w:sz w:val="12"/>
                <w:szCs w:val="22"/>
              </w:rPr>
              <w:t>ung</w:t>
            </w:r>
            <w:r w:rsidRPr="009D1AA1">
              <w:rPr>
                <w:sz w:val="12"/>
                <w:szCs w:val="22"/>
              </w:rPr>
              <w:t>)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3D5EC3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692BF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C792DF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5A3215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404724B5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7FA9206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proofErr w:type="spellStart"/>
            <w:r>
              <w:rPr>
                <w:sz w:val="16"/>
                <w:szCs w:val="22"/>
              </w:rPr>
              <w:t>Tramtrog</w:t>
            </w:r>
            <w:proofErr w:type="spellEnd"/>
            <w:r>
              <w:rPr>
                <w:sz w:val="16"/>
                <w:szCs w:val="22"/>
              </w:rPr>
              <w:t>: Liefern und verlegen Winkelelemente, Dämmung, Folien, Beton, Belag, Schächte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C0C81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C836D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ED1AA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3F06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CB602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35DC24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B2E96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2B911685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04580308" w14:textId="1D86338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51715CF1">
              <w:rPr>
                <w:sz w:val="16"/>
                <w:szCs w:val="16"/>
              </w:rPr>
              <w:t xml:space="preserve">Fugen </w:t>
            </w:r>
            <w:proofErr w:type="spellStart"/>
            <w:r w:rsidRPr="51715CF1">
              <w:rPr>
                <w:sz w:val="16"/>
                <w:szCs w:val="16"/>
              </w:rPr>
              <w:t>Tramtrog</w:t>
            </w:r>
            <w:proofErr w:type="spellEnd"/>
            <w:r w:rsidR="4A95CD78" w:rsidRPr="51715CF1">
              <w:rPr>
                <w:sz w:val="16"/>
                <w:szCs w:val="16"/>
              </w:rPr>
              <w:t xml:space="preserve"> Vorlandbereiche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790420" w14:textId="2A4BDA2A" w:rsidR="00CE7819" w:rsidRPr="00E30955" w:rsidRDefault="4FC07C4C" w:rsidP="51715CF1">
            <w:pPr>
              <w:tabs>
                <w:tab w:val="left" w:pos="2268"/>
              </w:tabs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51715CF1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A01EA3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C412F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18F0C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D950E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020651" w14:textId="08995BCA" w:rsidR="00CE7819" w:rsidRPr="00A52E79" w:rsidRDefault="00CE7819" w:rsidP="51715CF1">
            <w:pPr>
              <w:tabs>
                <w:tab w:val="left" w:pos="2268"/>
              </w:tabs>
              <w:spacing w:after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B8F4B9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20B33274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7819B52E" w14:textId="4195B437" w:rsidR="00CE7819" w:rsidRDefault="4A837E0F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4A837E0F">
              <w:rPr>
                <w:sz w:val="16"/>
                <w:szCs w:val="16"/>
              </w:rPr>
              <w:t xml:space="preserve">Fugen </w:t>
            </w:r>
            <w:r w:rsidR="008B3AC1">
              <w:rPr>
                <w:sz w:val="16"/>
                <w:szCs w:val="16"/>
              </w:rPr>
              <w:t>Stahlkanal</w:t>
            </w:r>
            <w:r w:rsidR="00A00384">
              <w:rPr>
                <w:sz w:val="16"/>
                <w:szCs w:val="16"/>
              </w:rPr>
              <w:t xml:space="preserve"> auf</w:t>
            </w:r>
            <w:r w:rsidR="008B3AC1">
              <w:rPr>
                <w:sz w:val="16"/>
                <w:szCs w:val="16"/>
              </w:rPr>
              <w:t xml:space="preserve"> Brücke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48AB8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E7FA1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71D46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EDD53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9BDD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944ADA" w14:textId="77777777" w:rsidR="00CE781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08690F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5765D6F5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1A872638" w14:textId="11855F40" w:rsidR="00CE7819" w:rsidRDefault="4A837E0F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4A837E0F">
              <w:rPr>
                <w:sz w:val="16"/>
                <w:szCs w:val="16"/>
              </w:rPr>
              <w:t xml:space="preserve">Schienenentwässerung </w:t>
            </w:r>
            <w:r w:rsidR="00C73B43">
              <w:rPr>
                <w:sz w:val="16"/>
                <w:szCs w:val="16"/>
              </w:rPr>
              <w:t xml:space="preserve">Vorlandbereich </w:t>
            </w:r>
            <w:r w:rsidRPr="4A837E0F">
              <w:rPr>
                <w:sz w:val="16"/>
                <w:szCs w:val="16"/>
              </w:rPr>
              <w:t xml:space="preserve">ausserhalb </w:t>
            </w:r>
            <w:proofErr w:type="spellStart"/>
            <w:r w:rsidRPr="4A837E0F">
              <w:rPr>
                <w:sz w:val="16"/>
                <w:szCs w:val="16"/>
              </w:rPr>
              <w:t>Tramtrog</w:t>
            </w:r>
            <w:proofErr w:type="spellEnd"/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201EB" w14:textId="77777777" w:rsidR="00CE781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A06A7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2125C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B244B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03E88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FBFDE0" w14:textId="77777777" w:rsidR="00CE781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473FC2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00CFDFE1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78F45AE7" w14:textId="528EE065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51715CF1">
              <w:rPr>
                <w:sz w:val="16"/>
                <w:szCs w:val="16"/>
              </w:rPr>
              <w:t xml:space="preserve">Gleisbau im </w:t>
            </w:r>
            <w:proofErr w:type="spellStart"/>
            <w:r w:rsidRPr="51715CF1">
              <w:rPr>
                <w:sz w:val="16"/>
                <w:szCs w:val="16"/>
              </w:rPr>
              <w:t>Tramtrog</w:t>
            </w:r>
            <w:proofErr w:type="spellEnd"/>
            <w:r w:rsidRPr="51715CF1">
              <w:rPr>
                <w:sz w:val="16"/>
                <w:szCs w:val="16"/>
              </w:rPr>
              <w:t>, inkl. Schienenentwässerung</w:t>
            </w:r>
            <w:r w:rsidR="00D8112A">
              <w:rPr>
                <w:sz w:val="16"/>
                <w:szCs w:val="16"/>
              </w:rPr>
              <w:t xml:space="preserve"> </w:t>
            </w:r>
            <w:r w:rsidR="004248CF">
              <w:rPr>
                <w:sz w:val="16"/>
                <w:szCs w:val="16"/>
              </w:rPr>
              <w:t>bis</w:t>
            </w:r>
            <w:r w:rsidR="00D8112A">
              <w:rPr>
                <w:sz w:val="16"/>
                <w:szCs w:val="16"/>
              </w:rPr>
              <w:t xml:space="preserve"> Winkelelement</w:t>
            </w:r>
            <w:r w:rsidR="004248CF">
              <w:rPr>
                <w:sz w:val="16"/>
                <w:szCs w:val="16"/>
              </w:rPr>
              <w:t xml:space="preserve"> oder Schacht im </w:t>
            </w:r>
            <w:proofErr w:type="spellStart"/>
            <w:r w:rsidR="004248CF">
              <w:rPr>
                <w:sz w:val="16"/>
                <w:szCs w:val="16"/>
              </w:rPr>
              <w:t>Tramtrog</w:t>
            </w:r>
            <w:proofErr w:type="spellEnd"/>
            <w:r w:rsidRPr="51715CF1">
              <w:rPr>
                <w:sz w:val="16"/>
                <w:szCs w:val="16"/>
              </w:rPr>
              <w:t>, Weichensteuerungen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50515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4C84F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94D656" w14:textId="0C828D21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  <w:r>
              <w:rPr>
                <w:b/>
                <w:sz w:val="16"/>
                <w:szCs w:val="22"/>
              </w:rPr>
              <w:t xml:space="preserve"> </w:t>
            </w:r>
            <w:r w:rsidRPr="009D1AA1">
              <w:rPr>
                <w:sz w:val="12"/>
                <w:szCs w:val="22"/>
              </w:rPr>
              <w:t>(</w:t>
            </w:r>
            <w:r>
              <w:rPr>
                <w:sz w:val="12"/>
                <w:szCs w:val="22"/>
              </w:rPr>
              <w:t xml:space="preserve">als </w:t>
            </w:r>
            <w:r w:rsidRPr="009D1AA1">
              <w:rPr>
                <w:sz w:val="12"/>
                <w:szCs w:val="22"/>
              </w:rPr>
              <w:t>Pflichtsubunternehm</w:t>
            </w:r>
            <w:r w:rsidR="00423EA2">
              <w:rPr>
                <w:sz w:val="12"/>
                <w:szCs w:val="22"/>
              </w:rPr>
              <w:t>ung</w:t>
            </w:r>
            <w:r w:rsidRPr="009D1AA1">
              <w:rPr>
                <w:sz w:val="12"/>
                <w:szCs w:val="22"/>
              </w:rPr>
              <w:t>)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EF715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DBF71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A3EB95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9150A7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4248CF" w:rsidRPr="006A67E9" w14:paraId="077C9BA9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0C4251C" w14:textId="3BC5319C" w:rsidR="004248CF" w:rsidRPr="51715CF1" w:rsidRDefault="00F92943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Schienenentwässerung </w:t>
            </w:r>
            <w:r w:rsidR="00EF1E08">
              <w:rPr>
                <w:sz w:val="16"/>
                <w:szCs w:val="16"/>
              </w:rPr>
              <w:t xml:space="preserve">ab Winkelelement oder Schacht im </w:t>
            </w:r>
            <w:proofErr w:type="spellStart"/>
            <w:r w:rsidR="00EF1E08">
              <w:rPr>
                <w:sz w:val="16"/>
                <w:szCs w:val="16"/>
              </w:rPr>
              <w:t>Tramtrog</w:t>
            </w:r>
            <w:proofErr w:type="spellEnd"/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D084CD" w14:textId="170CF66E" w:rsidR="004248CF" w:rsidRPr="00E30955" w:rsidRDefault="00EF1E08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83A04F" w14:textId="77777777" w:rsidR="004248CF" w:rsidRPr="00E30955" w:rsidRDefault="004248C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A9EFDC" w14:textId="77777777" w:rsidR="004248CF" w:rsidRPr="00E30955" w:rsidRDefault="004248C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399C0" w14:textId="77777777" w:rsidR="004248CF" w:rsidRPr="00E30955" w:rsidRDefault="004248C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0E1186" w14:textId="77777777" w:rsidR="004248CF" w:rsidRPr="00E30955" w:rsidRDefault="004248C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C3130D" w14:textId="77777777" w:rsidR="004248CF" w:rsidRPr="00A52E79" w:rsidRDefault="004248C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BEBD9A" w14:textId="77777777" w:rsidR="004248CF" w:rsidRPr="006A67E9" w:rsidRDefault="004248CF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73B43" w:rsidRPr="006A67E9" w14:paraId="3B8E23E5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7CB33A40" w14:textId="44F4B046" w:rsidR="00C73B43" w:rsidRPr="51715CF1" w:rsidRDefault="009D758B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Entwässerung Gleissystem</w:t>
            </w:r>
            <w:r w:rsidR="006139C8" w:rsidRPr="006139C8">
              <w:rPr>
                <w:sz w:val="16"/>
                <w:szCs w:val="16"/>
              </w:rPr>
              <w:t xml:space="preserve"> auf Brücke ab </w:t>
            </w:r>
            <w:proofErr w:type="gramStart"/>
            <w:r w:rsidR="006139C8" w:rsidRPr="006139C8">
              <w:rPr>
                <w:sz w:val="16"/>
                <w:szCs w:val="16"/>
              </w:rPr>
              <w:t>UK Stahlkanal</w:t>
            </w:r>
            <w:proofErr w:type="gramEnd"/>
            <w:r>
              <w:rPr>
                <w:sz w:val="16"/>
                <w:szCs w:val="16"/>
              </w:rPr>
              <w:t xml:space="preserve"> (</w:t>
            </w:r>
            <w:r w:rsidR="00E10732">
              <w:rPr>
                <w:sz w:val="16"/>
                <w:szCs w:val="16"/>
              </w:rPr>
              <w:t xml:space="preserve">inkl. </w:t>
            </w:r>
            <w:r w:rsidR="000E7B27">
              <w:rPr>
                <w:sz w:val="16"/>
                <w:szCs w:val="16"/>
              </w:rPr>
              <w:t xml:space="preserve">PE-Rohr mit </w:t>
            </w:r>
            <w:r w:rsidR="00CF633F">
              <w:rPr>
                <w:sz w:val="16"/>
                <w:szCs w:val="16"/>
              </w:rPr>
              <w:t>Flansch durch Brückenplatte)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CEA02A" w14:textId="733EEACA" w:rsidR="00C73B43" w:rsidRPr="00E30955" w:rsidRDefault="006139C8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E328EC" w14:textId="77777777" w:rsidR="00C73B43" w:rsidRPr="00E30955" w:rsidRDefault="00C73B43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A5D261" w14:textId="77777777" w:rsidR="00C73B43" w:rsidRPr="00E30955" w:rsidRDefault="00C73B43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84D29E" w14:textId="77777777" w:rsidR="00C73B43" w:rsidRPr="00E30955" w:rsidRDefault="00C73B43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90C926" w14:textId="77777777" w:rsidR="00C73B43" w:rsidRPr="00E30955" w:rsidRDefault="00C73B43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8170CD" w14:textId="77777777" w:rsidR="00C73B43" w:rsidRPr="00A52E79" w:rsidRDefault="00C73B43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D13293" w14:textId="77777777" w:rsidR="00C73B43" w:rsidRPr="006A67E9" w:rsidRDefault="00C73B43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06DFF47E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41CC651C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Gleisabsteckung ab Winkelelement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4FC55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537AD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9C862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CD4B17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A9B7F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044BDC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7DF26CA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2A30BE88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8B348D5" w14:textId="77777777" w:rsidR="00CE7819" w:rsidRPr="009C5F2D" w:rsidRDefault="4A837E0F" w:rsidP="075295BC">
            <w:pPr>
              <w:tabs>
                <w:tab w:val="left" w:pos="2268"/>
              </w:tabs>
              <w:spacing w:after="0"/>
              <w:jc w:val="left"/>
              <w:rPr>
                <w:b/>
                <w:bCs/>
                <w:sz w:val="16"/>
                <w:szCs w:val="16"/>
              </w:rPr>
            </w:pPr>
            <w:r w:rsidRPr="4A837E0F">
              <w:rPr>
                <w:b/>
                <w:bCs/>
                <w:sz w:val="16"/>
                <w:szCs w:val="16"/>
              </w:rPr>
              <w:lastRenderedPageBreak/>
              <w:t>Fahrleitungen: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0FE030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BC6C96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428841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160A89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42FBBB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6400FD4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2ABF708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6F630676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B0A2BF8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Demontage, Lieferung und Montage Verankerungen der Masten an der Brücke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045844A" w14:textId="66A047EC" w:rsidR="00CE7819" w:rsidRPr="00E30955" w:rsidRDefault="00C763D1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5F0D164" w14:textId="31E62EDB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29DC03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8E4FF56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42466E6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38C6B88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7D062269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71380D" w:rsidRPr="006A67E9" w14:paraId="5B312EAF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038D72E9" w14:textId="7F7AD3CE" w:rsidR="0071380D" w:rsidRDefault="0071380D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Rückbau</w:t>
            </w:r>
            <w:r w:rsidR="00740A27">
              <w:rPr>
                <w:sz w:val="16"/>
                <w:szCs w:val="22"/>
              </w:rPr>
              <w:t xml:space="preserve"> und Neubau Fundamente Fahrleitungsmasten inkl.</w:t>
            </w:r>
            <w:r w:rsidR="00EE7FB4">
              <w:rPr>
                <w:sz w:val="16"/>
                <w:szCs w:val="22"/>
              </w:rPr>
              <w:t xml:space="preserve"> Schächte und Zuleitung (</w:t>
            </w:r>
            <w:r w:rsidR="008C6FBA">
              <w:rPr>
                <w:sz w:val="16"/>
                <w:szCs w:val="22"/>
              </w:rPr>
              <w:t>exkl. Kabel) im Vorlandbereich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47DFDDA" w14:textId="261C7E19" w:rsidR="0071380D" w:rsidRDefault="008C6FBA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508090A7" w14:textId="77777777" w:rsidR="0071380D" w:rsidRPr="00E30955" w:rsidRDefault="0071380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F3A2531" w14:textId="77777777" w:rsidR="0071380D" w:rsidRPr="00E30955" w:rsidRDefault="0071380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4B1B06E" w14:textId="77777777" w:rsidR="0071380D" w:rsidRPr="00E30955" w:rsidRDefault="0071380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FCA2787" w14:textId="77777777" w:rsidR="0071380D" w:rsidRPr="00E30955" w:rsidRDefault="0071380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95B4F65" w14:textId="77777777" w:rsidR="0071380D" w:rsidRPr="00A52E79" w:rsidRDefault="0071380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5F019800" w14:textId="77777777" w:rsidR="0071380D" w:rsidRPr="006A67E9" w:rsidRDefault="0071380D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21C513CF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44FBC17F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Lieferung Fahrleitungsmasten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093AFCE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704121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237BC3A" w14:textId="3F2747A6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F3CC0C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8BD807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8F64913" w14:textId="60F477A8" w:rsidR="00CE7819" w:rsidRPr="00A52E79" w:rsidRDefault="00AB3D63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3B5E0A7C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12DE61EE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095C118" w14:textId="608FFF6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Demontage best. FL-Masten 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C1D87D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03F11FF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54633C6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E117C8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FE2646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B33F508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034BED61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9F00DF" w:rsidRPr="006A67E9" w14:paraId="5CEA9B8A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F57767D" w14:textId="075E297A" w:rsidR="009F00DF" w:rsidRDefault="075295B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51715CF1">
              <w:rPr>
                <w:sz w:val="16"/>
                <w:szCs w:val="16"/>
              </w:rPr>
              <w:t>Transport neue FL-Masten ab Depot BERNMOBIL auf Baustelle, inkl. Montage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9695DD2" w14:textId="77777777" w:rsidR="009F00DF" w:rsidRDefault="009F00D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A4114E8" w14:textId="77777777" w:rsidR="009F00DF" w:rsidRPr="00E30955" w:rsidRDefault="009F00D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5DCBFD65" w14:textId="77777777" w:rsidR="009F00DF" w:rsidRPr="00E30955" w:rsidRDefault="009F00D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5C4E1DB" w14:textId="77777777" w:rsidR="009F00DF" w:rsidRPr="00E30955" w:rsidRDefault="009F00D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D198A6B" w14:textId="77777777" w:rsidR="009F00DF" w:rsidRPr="00E30955" w:rsidRDefault="009F00D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7DFE816" w14:textId="70BCBC7B" w:rsidR="009F00DF" w:rsidRPr="00A52E79" w:rsidRDefault="006B59D1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63D77D31" w14:textId="77777777" w:rsidR="009F00DF" w:rsidRPr="006A67E9" w:rsidRDefault="009F00DF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24704" w:rsidRPr="006A67E9" w14:paraId="384A8346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2C05B95" w14:textId="6EA2FBFE" w:rsidR="00024704" w:rsidRPr="51715CF1" w:rsidRDefault="004F4BF2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Einbetonieren Fahrleitungsmasten nach Einsanden durch Nebenunter</w:t>
            </w:r>
            <w:r w:rsidR="00E71FEF">
              <w:rPr>
                <w:sz w:val="16"/>
                <w:szCs w:val="16"/>
              </w:rPr>
              <w:t>nehmer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8861674" w14:textId="7DAA40D2" w:rsidR="00024704" w:rsidRDefault="00E71FE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5B184A3D" w14:textId="77777777" w:rsidR="00024704" w:rsidRPr="00E30955" w:rsidRDefault="00024704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DE4E7CB" w14:textId="77777777" w:rsidR="00024704" w:rsidRPr="00E30955" w:rsidRDefault="00024704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19D2438" w14:textId="77777777" w:rsidR="00024704" w:rsidRPr="00E30955" w:rsidRDefault="00024704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4837180" w14:textId="77777777" w:rsidR="00024704" w:rsidRPr="00E30955" w:rsidRDefault="00024704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1A630B1" w14:textId="77777777" w:rsidR="00024704" w:rsidRDefault="00024704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7FA6AD12" w14:textId="77777777" w:rsidR="00024704" w:rsidRPr="006A67E9" w:rsidRDefault="00024704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72842811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785FAA12" w14:textId="2A8ABB59" w:rsidR="00CE7819" w:rsidRPr="00D05827" w:rsidRDefault="00DC0AB8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Demontage und Neubau Fahrleitungen</w:t>
            </w:r>
            <w:r w:rsidR="00CE7819">
              <w:rPr>
                <w:sz w:val="16"/>
                <w:szCs w:val="22"/>
              </w:rPr>
              <w:t xml:space="preserve">, </w:t>
            </w:r>
            <w:r w:rsidR="005C56DB">
              <w:rPr>
                <w:sz w:val="16"/>
                <w:szCs w:val="22"/>
              </w:rPr>
              <w:t xml:space="preserve">inkl. </w:t>
            </w:r>
            <w:r w:rsidR="00CE7819">
              <w:rPr>
                <w:sz w:val="16"/>
                <w:szCs w:val="22"/>
              </w:rPr>
              <w:t>FL-Masten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90C77B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5A699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91E78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16CE55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A606C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15EDC87" w14:textId="77777777" w:rsidR="00CE7819" w:rsidRPr="00CC0EB1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3F17E3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3214EA6B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30214C0" w14:textId="77777777" w:rsidR="00CE7819" w:rsidRPr="009C5F2D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9C5F2D">
              <w:rPr>
                <w:b/>
                <w:sz w:val="16"/>
                <w:szCs w:val="22"/>
              </w:rPr>
              <w:t>Erdung</w:t>
            </w:r>
            <w:r>
              <w:rPr>
                <w:b/>
                <w:sz w:val="16"/>
                <w:szCs w:val="22"/>
              </w:rPr>
              <w:t xml:space="preserve"> Stahlkanal und Leitsystem</w:t>
            </w:r>
            <w:r w:rsidRPr="009C5F2D">
              <w:rPr>
                <w:b/>
                <w:sz w:val="16"/>
                <w:szCs w:val="22"/>
              </w:rPr>
              <w:t>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1E2FE4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C413B7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D93FA8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0FE2DB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22D5D5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162967E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426F365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  <w:p w14:paraId="7E3428FA" w14:textId="0273EBBA" w:rsidR="00980E02" w:rsidRPr="00980E02" w:rsidRDefault="00980E02" w:rsidP="00980E02">
            <w:pPr>
              <w:rPr>
                <w:sz w:val="16"/>
                <w:szCs w:val="22"/>
              </w:rPr>
            </w:pPr>
          </w:p>
        </w:tc>
      </w:tr>
      <w:tr w:rsidR="00CE7819" w:rsidRPr="006A67E9" w14:paraId="246FC3DF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771DE6A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Kabelschutzrohre, Kernbohrungen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66E76A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6CABEF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B0C921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C4E964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DE8655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785310B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5BB75CCB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730501FA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EB9F99B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51715CF1">
              <w:rPr>
                <w:sz w:val="16"/>
                <w:szCs w:val="16"/>
              </w:rPr>
              <w:t>Gleis- und Schienenverbinder Bereich Brücke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A9A6F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7551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07CA2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E293C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4D1FA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C50185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824B6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0C2B1722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229C5F0" w14:textId="04B6B963" w:rsidR="00CE7819" w:rsidRDefault="4A837E0F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4A837E0F">
              <w:rPr>
                <w:sz w:val="16"/>
                <w:szCs w:val="16"/>
              </w:rPr>
              <w:t>Erdungskabel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9B543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FB900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D0937D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B6F86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655B8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74C2B3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5E2E82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E71FEF" w:rsidRPr="006A67E9" w14:paraId="61F9C176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0EE6B286" w14:textId="2B4741E4" w:rsidR="00E71FEF" w:rsidRPr="4A837E0F" w:rsidRDefault="00650A26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Beschaffung und Beistellen Spannungsbegrenzer (EKS)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5B84E3" w14:textId="77777777" w:rsidR="00E71FEF" w:rsidRPr="00E30955" w:rsidRDefault="00E71FE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05D9E0" w14:textId="77777777" w:rsidR="00E71FEF" w:rsidRPr="00E30955" w:rsidRDefault="00E71FE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841EF2" w14:textId="67B78BC9" w:rsidR="00E71FEF" w:rsidRPr="00E30955" w:rsidRDefault="00650A26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A40913" w14:textId="77777777" w:rsidR="00E71FEF" w:rsidRPr="00E30955" w:rsidRDefault="00E71FE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FCEB9A" w14:textId="77777777" w:rsidR="00E71FEF" w:rsidRPr="00E30955" w:rsidRDefault="00E71FE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E75AA5" w14:textId="77777777" w:rsidR="00E71FEF" w:rsidRDefault="00E71FEF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D54C3" w14:textId="77777777" w:rsidR="00E71FEF" w:rsidRPr="006A67E9" w:rsidRDefault="00E71FEF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4094ECD4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6C232806" w14:textId="77777777" w:rsidR="00CE7819" w:rsidRDefault="4A837E0F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 w:rsidRPr="4A837E0F">
              <w:rPr>
                <w:sz w:val="16"/>
                <w:szCs w:val="16"/>
              </w:rPr>
              <w:t>Anschluss Rückleiter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C3629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AB2BB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960B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C0977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7F662F" w14:textId="1FB062A2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7FC429" w14:textId="4CC49CF2" w:rsidR="00CE7819" w:rsidRPr="00A52E79" w:rsidRDefault="00650A26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951D61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31737732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C4E4BA5" w14:textId="77777777" w:rsidR="00CE7819" w:rsidRPr="00C656B7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C656B7">
              <w:rPr>
                <w:b/>
                <w:sz w:val="16"/>
                <w:szCs w:val="22"/>
              </w:rPr>
              <w:t>Strassenbau: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2B8CF7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6FC9A0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3AD80B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22FD09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F61D7B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79E7847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7916FC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12A23266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35B0951A" w14:textId="77777777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Entwässerung, Kabelschutzrohre, Schächte, Belag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5254DB6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1C724A9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67A4A84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32D947D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54A61A4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034C37AC" w14:textId="77777777" w:rsidR="00CE7819" w:rsidRPr="00A52E79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vAlign w:val="center"/>
          </w:tcPr>
          <w:p w14:paraId="1E007556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615116B3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374287A" w14:textId="77777777" w:rsidR="00CE7819" w:rsidRPr="001E4654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1E4654">
              <w:rPr>
                <w:b/>
                <w:sz w:val="16"/>
                <w:szCs w:val="22"/>
              </w:rPr>
              <w:t>Signalisation und Markierung: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A41BDB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717F6D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D64618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EFE5B53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F024C7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63CCF8B" w14:textId="77777777" w:rsidR="00CE7819" w:rsidRPr="00312FFE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5F2DE90" w14:textId="77777777" w:rsidR="00CE781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101FBF58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142202AC" w14:textId="1345CBEA" w:rsidR="00CE7819" w:rsidRDefault="00551FDB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Genere</w:t>
            </w:r>
            <w:r w:rsidR="00CF70CD">
              <w:rPr>
                <w:sz w:val="16"/>
                <w:szCs w:val="22"/>
              </w:rPr>
              <w:t>ll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77CD351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167A541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6DF92B7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0B050252" w14:textId="319BADF1" w:rsidR="00CE7819" w:rsidRPr="00E30955" w:rsidRDefault="00CF70C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5A36BCF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00FBF38D" w14:textId="77777777" w:rsidR="00CE7819" w:rsidRPr="00312FFE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vAlign w:val="center"/>
          </w:tcPr>
          <w:p w14:paraId="5CBB14F4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1DB306D0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CFC44B9" w14:textId="77777777" w:rsidR="00CE7819" w:rsidRPr="005A4726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5A4726">
              <w:rPr>
                <w:b/>
                <w:sz w:val="16"/>
                <w:szCs w:val="22"/>
              </w:rPr>
              <w:t>Öffentliche Beleuchtung:</w:t>
            </w: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64E5380F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8A482E5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6A3E7729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96E564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8F0E1B3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6C0F45E6" w14:textId="77777777" w:rsidR="00CE7819" w:rsidRPr="00312FFE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20F97966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4810DE29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78191B59" w14:textId="6B02C386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proofErr w:type="gramStart"/>
            <w:r>
              <w:rPr>
                <w:sz w:val="16"/>
                <w:szCs w:val="22"/>
              </w:rPr>
              <w:t>Ersatz Leucht</w:t>
            </w:r>
            <w:r w:rsidR="0086772F">
              <w:rPr>
                <w:sz w:val="16"/>
                <w:szCs w:val="22"/>
              </w:rPr>
              <w:t>mittel</w:t>
            </w:r>
            <w:proofErr w:type="gramEnd"/>
            <w:r>
              <w:rPr>
                <w:sz w:val="16"/>
                <w:szCs w:val="22"/>
              </w:rPr>
              <w:t xml:space="preserve"> auf Brücke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763B119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531F2CE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6E0B0378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3790F31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4ECB047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14:paraId="5D77F34B" w14:textId="77777777" w:rsidR="00CE7819" w:rsidRPr="00312FFE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vAlign w:val="center"/>
          </w:tcPr>
          <w:p w14:paraId="5DBD73D0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573EE60C" w14:textId="77777777" w:rsidTr="4A837E0F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A279E70" w14:textId="77777777" w:rsidR="00CE7819" w:rsidRPr="006D3571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b/>
                <w:sz w:val="16"/>
                <w:szCs w:val="22"/>
              </w:rPr>
            </w:pPr>
            <w:r w:rsidRPr="006D3571">
              <w:rPr>
                <w:b/>
                <w:sz w:val="16"/>
                <w:szCs w:val="22"/>
              </w:rPr>
              <w:t>Werkleitungen: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CF61CD4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8BCF1AB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3900251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6B5A510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189FCC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B421D6" w14:textId="77777777" w:rsidR="00CE7819" w:rsidRPr="00312FFE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A82CEA9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CE7819" w:rsidRPr="006A67E9" w14:paraId="33D32D18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30C48D8" w14:textId="40E820A6" w:rsidR="00CE7819" w:rsidRDefault="00CE7819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Abbruch und Neubau Rohrblöcke</w:t>
            </w:r>
            <w:r w:rsidR="00152FD3">
              <w:rPr>
                <w:sz w:val="16"/>
                <w:szCs w:val="22"/>
              </w:rPr>
              <w:t xml:space="preserve"> / Kabelschutz</w:t>
            </w:r>
            <w:r w:rsidR="008E38FD">
              <w:rPr>
                <w:sz w:val="16"/>
                <w:szCs w:val="22"/>
              </w:rPr>
              <w:t>rohre</w:t>
            </w:r>
            <w:r>
              <w:rPr>
                <w:sz w:val="16"/>
                <w:szCs w:val="22"/>
              </w:rPr>
              <w:t>, Schachtanschlüsse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953469C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AC894BA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BFE9D67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1E95FBE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10AE872" w14:textId="77777777" w:rsidR="00CE7819" w:rsidRPr="00E30955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A8430F6" w14:textId="77777777" w:rsidR="00CE7819" w:rsidRPr="00312FFE" w:rsidRDefault="00CE781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7C571525" w14:textId="77777777" w:rsidR="00CE7819" w:rsidRPr="006A67E9" w:rsidRDefault="00CE781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8E38FD" w:rsidRPr="006A67E9" w14:paraId="31BC20A6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6BAEBC2" w14:textId="5516D0BF" w:rsidR="008E38FD" w:rsidRDefault="008E38FD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Erstellen Kabelschutzrohre im Fachwerk (NTS + Feeder) inkl. Befestigung/Aufhängung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2BF36252" w14:textId="67530BB2" w:rsidR="008E38FD" w:rsidRPr="00E30955" w:rsidRDefault="008E38F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30FAC65" w14:textId="77777777" w:rsidR="008E38FD" w:rsidRPr="00E30955" w:rsidRDefault="008E38F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B5578E7" w14:textId="77777777" w:rsidR="008E38FD" w:rsidRPr="00E30955" w:rsidRDefault="008E38F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90C2A6F" w14:textId="77777777" w:rsidR="008E38FD" w:rsidRPr="00E30955" w:rsidRDefault="008E38F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02C4A930" w14:textId="77777777" w:rsidR="008E38FD" w:rsidRPr="00E30955" w:rsidRDefault="008E38F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D9B4724" w14:textId="77777777" w:rsidR="008E38FD" w:rsidRPr="00312FFE" w:rsidRDefault="008E38FD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59050C77" w14:textId="77777777" w:rsidR="008E38FD" w:rsidRPr="006A67E9" w:rsidRDefault="008E38FD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3417C8A4" w14:textId="77777777" w:rsidTr="003363A4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5918ABC8" w14:textId="4CAF06CF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Rohrbau Wasserversorgung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82EA9B" w14:textId="72D6B00A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6EF2B6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61DEA6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A7586E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F82A6E" w14:textId="64E65F4F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80C02F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59BF96" w14:textId="77777777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75641A18" w14:textId="77777777" w:rsidTr="00B74F6A">
        <w:trPr>
          <w:trHeight w:val="340"/>
        </w:trPr>
        <w:tc>
          <w:tcPr>
            <w:tcW w:w="2689" w:type="dxa"/>
            <w:tcBorders>
              <w:top w:val="nil"/>
            </w:tcBorders>
            <w:vAlign w:val="center"/>
          </w:tcPr>
          <w:p w14:paraId="4775C6E9" w14:textId="502DCDE7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Kabelzug Elektro, Verlegen bestehender Kabel in Schlitzrohre</w:t>
            </w: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0C5CC6A5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5E3D4DEE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70E380D2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62D1DE90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28543845" w14:textId="3CCEA641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 w:rsidRPr="00E30955"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41FF6F81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</w:tcBorders>
            <w:vAlign w:val="center"/>
          </w:tcPr>
          <w:p w14:paraId="7F6589CA" w14:textId="77777777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59C714B6" w14:textId="77777777" w:rsidTr="00B74F6A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B8038A7" w14:textId="75B3A300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Verstärkungsmassnahmen Brücke</w:t>
            </w:r>
            <w:r w:rsidRPr="006D3571">
              <w:rPr>
                <w:b/>
                <w:sz w:val="16"/>
                <w:szCs w:val="22"/>
              </w:rPr>
              <w:t>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10A4087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15A370F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CFF2740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3916BD6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CE2C350" w14:textId="0781236D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26BB458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8F27D8C" w14:textId="77777777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2BB65ED9" w14:textId="77777777" w:rsidTr="00B74F6A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1C49F38C" w14:textId="1B3BF571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Gerüste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5C10F9D4" w14:textId="6643A3FA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24D2E28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5F07CD7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65F20272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054AE0D" w14:textId="178977FE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BA5EC03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475BE6E9" w14:textId="4BF69153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Subunternehmer: Gerüstbauer</w:t>
            </w:r>
          </w:p>
        </w:tc>
      </w:tr>
      <w:tr w:rsidR="0000502C" w:rsidRPr="006A67E9" w14:paraId="44A9D972" w14:textId="77777777" w:rsidTr="00B74F6A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0E617B62" w14:textId="121F3177" w:rsidR="0000502C" w:rsidRPr="006D3571" w:rsidRDefault="0000502C" w:rsidP="0007536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b/>
                <w:sz w:val="16"/>
                <w:szCs w:val="22"/>
              </w:rPr>
            </w:pPr>
            <w:r>
              <w:rPr>
                <w:sz w:val="16"/>
                <w:szCs w:val="22"/>
              </w:rPr>
              <w:t>Abbrüche Überbau inkl. Schienen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C71C31" w14:textId="4DDA9545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91697B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8859D2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EA815D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71AFD8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73AA0A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4F20CB" w14:textId="559D5F64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583F19E6" w14:textId="77777777" w:rsidTr="003363A4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4307D21D" w14:textId="616C9859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Instandsetzung Brücke, </w:t>
            </w:r>
            <w:proofErr w:type="spellStart"/>
            <w:r>
              <w:rPr>
                <w:sz w:val="16"/>
                <w:szCs w:val="22"/>
              </w:rPr>
              <w:t>Aufbeton</w:t>
            </w:r>
            <w:proofErr w:type="spellEnd"/>
            <w:r>
              <w:rPr>
                <w:sz w:val="16"/>
                <w:szCs w:val="22"/>
              </w:rPr>
              <w:t xml:space="preserve">, Betonarbeiten </w:t>
            </w:r>
            <w:r>
              <w:rPr>
                <w:sz w:val="16"/>
                <w:szCs w:val="22"/>
              </w:rPr>
              <w:lastRenderedPageBreak/>
              <w:t>Fahrbahnübergänge, Instandsetzung Naturstein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148B5D" w14:textId="6BCFF385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lastRenderedPageBreak/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3326AF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5FCE61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7D5208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C0BADF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CDDF2B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F74C84" w14:textId="23BE33F3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Subunternehmer</w:t>
            </w:r>
          </w:p>
        </w:tc>
      </w:tr>
      <w:tr w:rsidR="0000502C" w:rsidRPr="006A67E9" w14:paraId="6C657113" w14:textId="77777777" w:rsidTr="00B74F6A">
        <w:trPr>
          <w:trHeight w:val="340"/>
        </w:trPr>
        <w:tc>
          <w:tcPr>
            <w:tcW w:w="2689" w:type="dxa"/>
            <w:tcBorders>
              <w:top w:val="nil"/>
            </w:tcBorders>
            <w:vAlign w:val="center"/>
          </w:tcPr>
          <w:p w14:paraId="07D1845E" w14:textId="4F29D356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Stahlverstärkungen</w:t>
            </w: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0BCFCEA3" w14:textId="3CAD78F0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3E36F771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5DBF74AE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14EC0DC2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3ED87716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</w:tcBorders>
            <w:vAlign w:val="center"/>
          </w:tcPr>
          <w:p w14:paraId="115D55E5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</w:tcBorders>
            <w:vAlign w:val="center"/>
          </w:tcPr>
          <w:p w14:paraId="44B4EFEF" w14:textId="771414CD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Subunternehmer</w:t>
            </w:r>
          </w:p>
        </w:tc>
      </w:tr>
      <w:tr w:rsidR="0000502C" w:rsidRPr="006A67E9" w14:paraId="6BF8CABC" w14:textId="77777777" w:rsidTr="00B74F6A">
        <w:trPr>
          <w:trHeight w:val="340"/>
        </w:trPr>
        <w:tc>
          <w:tcPr>
            <w:tcW w:w="26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AAFCA29" w14:textId="3290253D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Weiteres</w:t>
            </w:r>
            <w:r w:rsidRPr="006D3571">
              <w:rPr>
                <w:b/>
                <w:sz w:val="16"/>
                <w:szCs w:val="22"/>
              </w:rPr>
              <w:t>:</w:t>
            </w: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4EB3BDF" w14:textId="5EF15419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F649D99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1FECA46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6A2DB83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0CC02A3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D8DFD15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B32EE9C" w14:textId="6B343319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22C7CDE7" w14:textId="77777777" w:rsidTr="00B74F6A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42867613" w14:textId="2C97EDF5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Instandsetzung Leiteinrichtungen und Geländer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B6C8068" w14:textId="2999E4A6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4C86F6E3" w14:textId="47E79EAE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0BA4BE3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35FE331C" w14:textId="5B90A7F8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73FB8585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dotted" w:sz="4" w:space="0" w:color="auto"/>
            </w:tcBorders>
            <w:vAlign w:val="center"/>
          </w:tcPr>
          <w:p w14:paraId="133E430B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nil"/>
              <w:bottom w:val="dotted" w:sz="4" w:space="0" w:color="auto"/>
            </w:tcBorders>
            <w:vAlign w:val="center"/>
          </w:tcPr>
          <w:p w14:paraId="569EBD0F" w14:textId="0FE58694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05C6F080" w14:textId="77777777" w:rsidTr="008571FF">
        <w:trPr>
          <w:cantSplit/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6632EE82" w14:textId="7D3A93A1" w:rsidR="0000502C" w:rsidRPr="006D3571" w:rsidRDefault="0000502C" w:rsidP="00E42BF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b/>
                <w:sz w:val="16"/>
                <w:szCs w:val="22"/>
              </w:rPr>
            </w:pPr>
            <w:r>
              <w:rPr>
                <w:sz w:val="16"/>
                <w:szCs w:val="22"/>
              </w:rPr>
              <w:t>Versetzen neue Rinnen, Anpassung und Ertüchtigung Entwässerung, Anschluss Tramschienenentwässerung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F4D807" w14:textId="6F4577BF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10667A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38194E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2FAE02" w14:textId="570FD7D1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33796A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C5A68F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9387A1" w14:textId="77777777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E42BF9" w:rsidRPr="006A67E9" w14:paraId="0AD6A60E" w14:textId="77777777" w:rsidTr="00B74F6A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DCEA86E" w14:textId="4644B294" w:rsidR="00E42BF9" w:rsidRDefault="00E63F71" w:rsidP="0007536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Abbruch und Neubau bestehende </w:t>
            </w:r>
            <w:r w:rsidR="00075369">
              <w:rPr>
                <w:sz w:val="16"/>
                <w:szCs w:val="22"/>
              </w:rPr>
              <w:t>seitliche Dachrinnen Brücke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203CFB" w14:textId="53441648" w:rsidR="00E42BF9" w:rsidRDefault="0007536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D04BCA" w14:textId="77777777" w:rsidR="00E42BF9" w:rsidRPr="00E30955" w:rsidRDefault="00E42BF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F85FB8" w14:textId="77777777" w:rsidR="00E42BF9" w:rsidRPr="00E30955" w:rsidRDefault="00E42BF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7CFFCC" w14:textId="77777777" w:rsidR="00E42BF9" w:rsidRPr="00E30955" w:rsidRDefault="00E42BF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6DE297" w14:textId="77777777" w:rsidR="00E42BF9" w:rsidRPr="00E30955" w:rsidRDefault="00E42BF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9A9E83" w14:textId="77777777" w:rsidR="00E42BF9" w:rsidRPr="00312FFE" w:rsidRDefault="00E42BF9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BFD18B" w14:textId="77777777" w:rsidR="00E42BF9" w:rsidRPr="006A67E9" w:rsidRDefault="00E42BF9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28678245" w14:textId="77777777" w:rsidTr="003363A4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3C051D24" w14:textId="7F2A1A37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 w:rsidRPr="4A837E0F">
              <w:rPr>
                <w:sz w:val="16"/>
                <w:szCs w:val="16"/>
              </w:rPr>
              <w:t>Schutzzelt Gleisbau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3BC239" w14:textId="6CF204CD" w:rsidR="0000502C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96DDE0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CA93B1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90EBC8" w14:textId="60F30835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B22282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E2C0AC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06729C" w14:textId="77777777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1B2CF9FD" w14:textId="77777777" w:rsidTr="4A837E0F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25FD625E" w14:textId="27803AFB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Abdichtung und Belag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B366B3" w14:textId="6E44A015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779D7E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E1DB05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9C0630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A64231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463B13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5529AF" w14:textId="59BE3964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Subunternehmer/Spezialist </w:t>
            </w:r>
          </w:p>
        </w:tc>
      </w:tr>
      <w:tr w:rsidR="0000502C" w:rsidRPr="006A67E9" w14:paraId="49FF881F" w14:textId="77777777" w:rsidTr="007F3046">
        <w:trPr>
          <w:trHeight w:val="340"/>
        </w:trPr>
        <w:tc>
          <w:tcPr>
            <w:tcW w:w="2689" w:type="dxa"/>
            <w:tcBorders>
              <w:top w:val="nil"/>
              <w:bottom w:val="nil"/>
            </w:tcBorders>
            <w:vAlign w:val="center"/>
          </w:tcPr>
          <w:p w14:paraId="5702CB88" w14:textId="070CD823" w:rsidR="0000502C" w:rsidRDefault="0000502C" w:rsidP="007F3046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22"/>
              </w:rPr>
              <w:t>HLP-Fahrbahnübergänge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471705" w14:textId="46E4AD8B" w:rsidR="0000502C" w:rsidRPr="00E30955" w:rsidRDefault="0000502C" w:rsidP="007F3046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4AE2E6" w14:textId="77777777" w:rsidR="0000502C" w:rsidRPr="00E30955" w:rsidRDefault="0000502C" w:rsidP="007F3046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EF615B" w14:textId="77777777" w:rsidR="0000502C" w:rsidRPr="00E30955" w:rsidRDefault="0000502C" w:rsidP="007F3046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76A4B2" w14:textId="77777777" w:rsidR="0000502C" w:rsidRPr="00E30955" w:rsidRDefault="0000502C" w:rsidP="007F3046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902D4" w14:textId="77777777" w:rsidR="0000502C" w:rsidRPr="00E30955" w:rsidRDefault="0000502C" w:rsidP="007F3046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0E4166" w14:textId="77777777" w:rsidR="0000502C" w:rsidRDefault="0000502C" w:rsidP="007F3046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EFE3B5" w14:textId="04BF9351" w:rsidR="0000502C" w:rsidRDefault="0000502C" w:rsidP="007F3046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Subunternehmer/Spezialist</w:t>
            </w:r>
          </w:p>
        </w:tc>
      </w:tr>
      <w:tr w:rsidR="0000502C" w:rsidRPr="006A67E9" w14:paraId="750835BF" w14:textId="77777777" w:rsidTr="00B74F6A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3E6281D0" w14:textId="7A8011DD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HLP-Fugen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1AE52C" w14:textId="39FF33BB" w:rsidR="0000502C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X</w:t>
            </w: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D6B64D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1CA8B4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80B744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903762E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D9B1AF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823A6D" w14:textId="095FE8E4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Subunternehmer/Spezialist</w:t>
            </w:r>
          </w:p>
        </w:tc>
      </w:tr>
      <w:tr w:rsidR="0000502C" w:rsidRPr="006A67E9" w14:paraId="2DAB364A" w14:textId="77777777" w:rsidTr="003363A4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277F2977" w14:textId="3F761C0A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6689CE" w14:textId="311E81BA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C179ED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6F6DFD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DB442C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D32DD6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92737C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6548EB" w14:textId="7A638B18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  <w:tr w:rsidR="0000502C" w:rsidRPr="006A67E9" w14:paraId="6E940148" w14:textId="77777777" w:rsidTr="00017B25">
        <w:trPr>
          <w:trHeight w:val="340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vAlign w:val="center"/>
          </w:tcPr>
          <w:p w14:paraId="1C4E8356" w14:textId="2A42346A" w:rsidR="0000502C" w:rsidRDefault="0000502C" w:rsidP="00CE7819">
            <w:pPr>
              <w:pStyle w:val="Listenabsatz"/>
              <w:numPr>
                <w:ilvl w:val="0"/>
                <w:numId w:val="37"/>
              </w:numPr>
              <w:tabs>
                <w:tab w:val="clear" w:pos="425"/>
                <w:tab w:val="left" w:pos="2268"/>
              </w:tabs>
              <w:spacing w:after="0"/>
              <w:ind w:left="169" w:hanging="142"/>
              <w:jc w:val="left"/>
              <w:rPr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11348A" w14:textId="7F31882D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1951C0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C61EE65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40362A5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EC387F" w14:textId="77777777" w:rsidR="0000502C" w:rsidRPr="00E30955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8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4030FC" w14:textId="77777777" w:rsidR="0000502C" w:rsidRPr="00312FFE" w:rsidRDefault="0000502C" w:rsidP="007D5122">
            <w:pPr>
              <w:tabs>
                <w:tab w:val="left" w:pos="2268"/>
              </w:tabs>
              <w:spacing w:after="0"/>
              <w:jc w:val="center"/>
              <w:rPr>
                <w:b/>
                <w:color w:val="FFFFFF" w:themeColor="background1"/>
                <w:sz w:val="16"/>
                <w:szCs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6A40D03" w14:textId="533DA6B6" w:rsidR="0000502C" w:rsidRPr="006A67E9" w:rsidRDefault="0000502C" w:rsidP="007D5122">
            <w:pPr>
              <w:tabs>
                <w:tab w:val="left" w:pos="2268"/>
              </w:tabs>
              <w:spacing w:after="0"/>
              <w:jc w:val="left"/>
              <w:rPr>
                <w:sz w:val="16"/>
                <w:szCs w:val="22"/>
              </w:rPr>
            </w:pPr>
          </w:p>
        </w:tc>
      </w:tr>
    </w:tbl>
    <w:p w14:paraId="6D0C043F" w14:textId="77777777" w:rsidR="00CE7819" w:rsidRDefault="00CE7819" w:rsidP="00CE7819"/>
    <w:p w14:paraId="4FAB30C1" w14:textId="46ADE9D5" w:rsidR="00A73E2F" w:rsidRPr="00CE7819" w:rsidRDefault="00D94127" w:rsidP="00D94127">
      <w:r w:rsidRPr="00D94127">
        <w:rPr>
          <w:vertAlign w:val="superscript"/>
        </w:rPr>
        <w:t>1)</w:t>
      </w:r>
      <w:r>
        <w:t xml:space="preserve"> </w:t>
      </w:r>
      <w:r w:rsidR="00A73E2F">
        <w:t xml:space="preserve">BERNMOBIL </w:t>
      </w:r>
      <w:r w:rsidR="00A27EB2">
        <w:t>tritt</w:t>
      </w:r>
      <w:r w:rsidR="00462E4F">
        <w:t xml:space="preserve"> </w:t>
      </w:r>
      <w:r w:rsidR="00A27EB2">
        <w:t>grundsätzlich als Teil der Bauherrengemeinschaft auf.</w:t>
      </w:r>
      <w:r w:rsidR="00EE7024">
        <w:t xml:space="preserve"> Ausnahmen sind vermerkt mit: «</w:t>
      </w:r>
      <w:r>
        <w:t>als Pflichtsubunternehmung».</w:t>
      </w:r>
    </w:p>
    <w:sectPr w:rsidR="00A73E2F" w:rsidRPr="00CE7819" w:rsidSect="00CE781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134" w:left="1417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89DF" w14:textId="77777777" w:rsidR="007B7D17" w:rsidRDefault="007B7D17">
      <w:r>
        <w:separator/>
      </w:r>
    </w:p>
    <w:p w14:paraId="643C152A" w14:textId="77777777" w:rsidR="007B7D17" w:rsidRDefault="007B7D17"/>
  </w:endnote>
  <w:endnote w:type="continuationSeparator" w:id="0">
    <w:p w14:paraId="03727046" w14:textId="77777777" w:rsidR="007B7D17" w:rsidRDefault="007B7D17">
      <w:r>
        <w:continuationSeparator/>
      </w:r>
    </w:p>
    <w:p w14:paraId="5849DF68" w14:textId="77777777" w:rsidR="007B7D17" w:rsidRDefault="007B7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45 Light">
    <w:altName w:val="Calibri"/>
    <w:charset w:val="00"/>
    <w:family w:val="swiss"/>
    <w:pitch w:val="variable"/>
    <w:sig w:usb0="A00000AF" w:usb1="5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45 Light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6A27" w14:textId="42ADB384" w:rsidR="00F702AE" w:rsidRPr="00884A76" w:rsidRDefault="00884A76" w:rsidP="00884A76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884A76">
      <w:rPr>
        <w:snapToGrid w:val="0"/>
        <w:sz w:val="16"/>
      </w:rPr>
      <w:t>Version 1.</w:t>
    </w:r>
    <w:r w:rsidR="006478A0">
      <w:rPr>
        <w:snapToGrid w:val="0"/>
        <w:sz w:val="16"/>
      </w:rPr>
      <w:t>1</w:t>
    </w:r>
    <w:r w:rsidRPr="00884A76">
      <w:rPr>
        <w:snapToGrid w:val="0"/>
        <w:sz w:val="16"/>
      </w:rPr>
      <w:t xml:space="preserve"> vom </w:t>
    </w:r>
    <w:r w:rsidR="00980CC0">
      <w:rPr>
        <w:snapToGrid w:val="0"/>
        <w:sz w:val="16"/>
      </w:rPr>
      <w:t>31.05.2024</w:t>
    </w:r>
    <w:r>
      <w:rPr>
        <w:snapToGrid w:val="0"/>
        <w:sz w:val="16"/>
      </w:rPr>
      <w:tab/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>
      <w:rPr>
        <w:rStyle w:val="Seitenzahl"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/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>
      <w:rPr>
        <w:rStyle w:val="Seitenzahl"/>
        <w:sz w:val="16"/>
      </w:rPr>
      <w:t>3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051B" w14:textId="115941FB" w:rsidR="00A727EC" w:rsidRPr="00884A76" w:rsidRDefault="00884A76" w:rsidP="00884A76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884A76">
      <w:rPr>
        <w:snapToGrid w:val="0"/>
        <w:sz w:val="16"/>
      </w:rPr>
      <w:t>Version 1.</w:t>
    </w:r>
    <w:r w:rsidR="00980CC0">
      <w:rPr>
        <w:snapToGrid w:val="0"/>
        <w:sz w:val="16"/>
      </w:rPr>
      <w:t>1</w:t>
    </w:r>
    <w:r w:rsidRPr="00884A76">
      <w:rPr>
        <w:snapToGrid w:val="0"/>
        <w:sz w:val="16"/>
      </w:rPr>
      <w:t xml:space="preserve"> vom </w:t>
    </w:r>
    <w:r w:rsidR="00980CC0">
      <w:rPr>
        <w:snapToGrid w:val="0"/>
        <w:sz w:val="16"/>
      </w:rPr>
      <w:t>31.05.2024</w:t>
    </w:r>
    <w:r>
      <w:rPr>
        <w:snapToGrid w:val="0"/>
        <w:sz w:val="16"/>
      </w:rPr>
      <w:tab/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>
      <w:rPr>
        <w:rStyle w:val="Seitenzahl"/>
        <w:sz w:val="16"/>
      </w:rPr>
      <w:t>2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/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>
      <w:rPr>
        <w:rStyle w:val="Seitenzahl"/>
        <w:sz w:val="16"/>
      </w:rPr>
      <w:t>40</w:t>
    </w:r>
    <w:r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BA84" w14:textId="77777777" w:rsidR="007B7D17" w:rsidRDefault="007B7D17">
      <w:r>
        <w:separator/>
      </w:r>
    </w:p>
    <w:p w14:paraId="52C513B9" w14:textId="77777777" w:rsidR="007B7D17" w:rsidRDefault="007B7D17"/>
  </w:footnote>
  <w:footnote w:type="continuationSeparator" w:id="0">
    <w:p w14:paraId="27A30D0F" w14:textId="77777777" w:rsidR="007B7D17" w:rsidRDefault="007B7D17">
      <w:r>
        <w:continuationSeparator/>
      </w:r>
    </w:p>
    <w:p w14:paraId="3538BFDB" w14:textId="77777777" w:rsidR="007B7D17" w:rsidRDefault="007B7D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5A35" w14:textId="77777777" w:rsidR="005D1E01" w:rsidRPr="00311531" w:rsidRDefault="005D1E01" w:rsidP="00311531">
    <w:pPr>
      <w:pStyle w:val="Kopfzeile"/>
      <w:tabs>
        <w:tab w:val="clear" w:pos="4536"/>
        <w:tab w:val="clear" w:pos="9072"/>
        <w:tab w:val="right" w:pos="9356"/>
      </w:tabs>
      <w:spacing w:after="0"/>
      <w:ind w:right="0"/>
      <w:jc w:val="right"/>
      <w:rPr>
        <w:sz w:val="20"/>
        <w:szCs w:val="20"/>
      </w:rPr>
    </w:pPr>
    <w:r w:rsidRPr="00311531">
      <w:rPr>
        <w:sz w:val="20"/>
        <w:szCs w:val="20"/>
      </w:rPr>
      <w:t>Ausschreibung Bauarbeiten</w:t>
    </w:r>
  </w:p>
  <w:p w14:paraId="0F7B5254" w14:textId="77777777" w:rsidR="006478A0" w:rsidRDefault="006478A0" w:rsidP="006478A0">
    <w:pPr>
      <w:pStyle w:val="Kopfzeile"/>
      <w:spacing w:after="0"/>
      <w:jc w:val="right"/>
      <w:rPr>
        <w:sz w:val="20"/>
      </w:rPr>
    </w:pPr>
    <w:bookmarkStart w:id="0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  <w:bookmarkEnd w:id="0"/>
  </w:p>
  <w:p w14:paraId="61836061" w14:textId="21031CF9" w:rsidR="005D1E01" w:rsidRPr="006478A0" w:rsidRDefault="005D1E01" w:rsidP="006478A0">
    <w:pPr>
      <w:pStyle w:val="Kopfzeile"/>
      <w:jc w:val="right"/>
      <w:rPr>
        <w:sz w:val="20"/>
      </w:rPr>
    </w:pPr>
    <w:r w:rsidRPr="00311531">
      <w:rPr>
        <w:sz w:val="20"/>
        <w:szCs w:val="20"/>
      </w:rPr>
      <w:t xml:space="preserve">Dokument </w:t>
    </w:r>
    <w:r w:rsidR="007A12A5">
      <w:rPr>
        <w:sz w:val="20"/>
        <w:szCs w:val="20"/>
      </w:rPr>
      <w:t>C10</w:t>
    </w:r>
  </w:p>
  <w:p w14:paraId="08154AA6" w14:textId="77777777" w:rsidR="005D1E01" w:rsidRDefault="005D1E01" w:rsidP="005D1E01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6478A0" w14:paraId="4BC5FCFA" w14:textId="77777777" w:rsidTr="00CE1DFD">
      <w:trPr>
        <w:trHeight w:val="714"/>
      </w:trPr>
      <w:tc>
        <w:tcPr>
          <w:tcW w:w="5103" w:type="dxa"/>
          <w:vAlign w:val="bottom"/>
        </w:tcPr>
        <w:p w14:paraId="43405C12" w14:textId="77777777" w:rsidR="006478A0" w:rsidRDefault="006478A0" w:rsidP="006478A0">
          <w:pPr>
            <w:pStyle w:val="Untertitel"/>
            <w:spacing w:after="0"/>
          </w:pPr>
          <w:bookmarkStart w:id="1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586DC97" wp14:editId="21C93133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3E7128AD" wp14:editId="163242B3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171903C5" w14:textId="77777777" w:rsidR="006478A0" w:rsidRDefault="006478A0" w:rsidP="006478A0">
          <w:pPr>
            <w:pStyle w:val="Kopfzeile"/>
          </w:pPr>
        </w:p>
      </w:tc>
      <w:tc>
        <w:tcPr>
          <w:tcW w:w="1951" w:type="dxa"/>
        </w:tcPr>
        <w:p w14:paraId="35B25F41" w14:textId="77777777" w:rsidR="006478A0" w:rsidRDefault="006478A0" w:rsidP="006478A0">
          <w:pPr>
            <w:pStyle w:val="Kopfzeile"/>
          </w:pPr>
          <w:bookmarkStart w:id="2" w:name="_Hlk148879324"/>
        </w:p>
        <w:p w14:paraId="16FD0D6B" w14:textId="77777777" w:rsidR="006478A0" w:rsidRDefault="006478A0" w:rsidP="006478A0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21359C4E" wp14:editId="20BA168F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2"/>
        <w:p w14:paraId="04F87C52" w14:textId="77777777" w:rsidR="006478A0" w:rsidRDefault="006478A0" w:rsidP="006478A0">
          <w:pPr>
            <w:pStyle w:val="Kopfzeile"/>
            <w:ind w:firstLine="709"/>
          </w:pPr>
        </w:p>
      </w:tc>
    </w:tr>
    <w:bookmarkEnd w:id="1"/>
  </w:tbl>
  <w:p w14:paraId="04985A34" w14:textId="76CDFB0E" w:rsidR="00A727EC" w:rsidRPr="00FE0A26" w:rsidRDefault="00A727EC" w:rsidP="006478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9F6"/>
    <w:multiLevelType w:val="multilevel"/>
    <w:tmpl w:val="DCECF40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5905B4"/>
    <w:multiLevelType w:val="multilevel"/>
    <w:tmpl w:val="06509C7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1444113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B77CA9"/>
    <w:multiLevelType w:val="hybridMultilevel"/>
    <w:tmpl w:val="0FC0BA60"/>
    <w:lvl w:ilvl="0" w:tplc="ED50CE1C">
      <w:start w:val="7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7FB4B3C"/>
    <w:multiLevelType w:val="hybridMultilevel"/>
    <w:tmpl w:val="FAF2BA7A"/>
    <w:lvl w:ilvl="0" w:tplc="660E80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E4396"/>
    <w:multiLevelType w:val="singleLevel"/>
    <w:tmpl w:val="73C4C8AE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89A12CD"/>
    <w:multiLevelType w:val="hybridMultilevel"/>
    <w:tmpl w:val="053E8D94"/>
    <w:lvl w:ilvl="0" w:tplc="A5F4F6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431FB"/>
    <w:multiLevelType w:val="hybridMultilevel"/>
    <w:tmpl w:val="747EA324"/>
    <w:lvl w:ilvl="0" w:tplc="4F108FEC">
      <w:start w:val="7"/>
      <w:numFmt w:val="bullet"/>
      <w:pStyle w:val="Auflistung-Symbol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34C0D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29EF0166"/>
    <w:multiLevelType w:val="multilevel"/>
    <w:tmpl w:val="E5B28FBC"/>
    <w:lvl w:ilvl="0">
      <w:start w:val="1"/>
      <w:numFmt w:val="upperRoman"/>
      <w:lvlText w:val="Anhang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Abschnitt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2DA55BC3"/>
    <w:multiLevelType w:val="multilevel"/>
    <w:tmpl w:val="C5B093BE"/>
    <w:styleLink w:val="111111"/>
    <w:lvl w:ilvl="0">
      <w:start w:val="1"/>
      <w:numFmt w:val="decimal"/>
      <w:lvlText w:val="%1."/>
      <w:lvlJc w:val="left"/>
      <w:pPr>
        <w:tabs>
          <w:tab w:val="num" w:pos="2486"/>
        </w:tabs>
        <w:ind w:left="24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30A438F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3D06FA"/>
    <w:multiLevelType w:val="hybridMultilevel"/>
    <w:tmpl w:val="524A479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B1060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E2D0BC1"/>
    <w:multiLevelType w:val="multilevel"/>
    <w:tmpl w:val="0407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5" w15:restartNumberingAfterBreak="0">
    <w:nsid w:val="416A46A4"/>
    <w:multiLevelType w:val="hybridMultilevel"/>
    <w:tmpl w:val="91BAFD64"/>
    <w:lvl w:ilvl="0" w:tplc="94B0D13C">
      <w:start w:val="1"/>
      <w:numFmt w:val="lowerLetter"/>
      <w:pStyle w:val="Auflistung-Buchstabe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85662"/>
    <w:multiLevelType w:val="hybridMultilevel"/>
    <w:tmpl w:val="1CE4CC16"/>
    <w:lvl w:ilvl="0" w:tplc="567EAFCE">
      <w:start w:val="1"/>
      <w:numFmt w:val="bullet"/>
      <w:pStyle w:val="Aufzhlung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B3324BA"/>
    <w:multiLevelType w:val="hybridMultilevel"/>
    <w:tmpl w:val="9EA6ED3E"/>
    <w:lvl w:ilvl="0" w:tplc="820A312A">
      <w:numFmt w:val="bullet"/>
      <w:lvlText w:val="-"/>
      <w:lvlJc w:val="left"/>
      <w:pPr>
        <w:ind w:left="1211" w:hanging="360"/>
      </w:pPr>
      <w:rPr>
        <w:rFonts w:ascii="Frutiger LT 45 Light" w:eastAsia="Times New Roman" w:hAnsi="Frutiger LT 45 Light" w:cs="Arial" w:hint="default"/>
      </w:rPr>
    </w:lvl>
    <w:lvl w:ilvl="1" w:tplc="08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E2E7AF9"/>
    <w:multiLevelType w:val="hybridMultilevel"/>
    <w:tmpl w:val="DC88E08A"/>
    <w:lvl w:ilvl="0" w:tplc="ED50CE1C">
      <w:start w:val="7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FE84928"/>
    <w:multiLevelType w:val="hybridMultilevel"/>
    <w:tmpl w:val="67AEFF1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40FA8"/>
    <w:multiLevelType w:val="hybridMultilevel"/>
    <w:tmpl w:val="592EACF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A7DA5"/>
    <w:multiLevelType w:val="hybridMultilevel"/>
    <w:tmpl w:val="01DA623C"/>
    <w:lvl w:ilvl="0" w:tplc="C09E0D12">
      <w:start w:val="1"/>
      <w:numFmt w:val="lowerLetter"/>
      <w:lvlText w:val="%1."/>
      <w:lvlJc w:val="left"/>
      <w:pPr>
        <w:ind w:left="1571" w:hanging="360"/>
      </w:pPr>
    </w:lvl>
    <w:lvl w:ilvl="1" w:tplc="08070019">
      <w:start w:val="1"/>
      <w:numFmt w:val="lowerLetter"/>
      <w:lvlText w:val="%2."/>
      <w:lvlJc w:val="left"/>
      <w:pPr>
        <w:ind w:left="2291" w:hanging="360"/>
      </w:pPr>
    </w:lvl>
    <w:lvl w:ilvl="2" w:tplc="0807001B">
      <w:start w:val="1"/>
      <w:numFmt w:val="lowerRoman"/>
      <w:lvlText w:val="%3."/>
      <w:lvlJc w:val="right"/>
      <w:pPr>
        <w:ind w:left="3011" w:hanging="180"/>
      </w:pPr>
    </w:lvl>
    <w:lvl w:ilvl="3" w:tplc="0807000F" w:tentative="1">
      <w:start w:val="1"/>
      <w:numFmt w:val="decimal"/>
      <w:lvlText w:val="%4."/>
      <w:lvlJc w:val="left"/>
      <w:pPr>
        <w:ind w:left="3731" w:hanging="360"/>
      </w:pPr>
    </w:lvl>
    <w:lvl w:ilvl="4" w:tplc="08070019" w:tentative="1">
      <w:start w:val="1"/>
      <w:numFmt w:val="lowerLetter"/>
      <w:lvlText w:val="%5."/>
      <w:lvlJc w:val="left"/>
      <w:pPr>
        <w:ind w:left="4451" w:hanging="360"/>
      </w:pPr>
    </w:lvl>
    <w:lvl w:ilvl="5" w:tplc="0807001B" w:tentative="1">
      <w:start w:val="1"/>
      <w:numFmt w:val="lowerRoman"/>
      <w:lvlText w:val="%6."/>
      <w:lvlJc w:val="right"/>
      <w:pPr>
        <w:ind w:left="5171" w:hanging="180"/>
      </w:pPr>
    </w:lvl>
    <w:lvl w:ilvl="6" w:tplc="0807000F" w:tentative="1">
      <w:start w:val="1"/>
      <w:numFmt w:val="decimal"/>
      <w:lvlText w:val="%7."/>
      <w:lvlJc w:val="left"/>
      <w:pPr>
        <w:ind w:left="5891" w:hanging="360"/>
      </w:pPr>
    </w:lvl>
    <w:lvl w:ilvl="7" w:tplc="08070019" w:tentative="1">
      <w:start w:val="1"/>
      <w:numFmt w:val="lowerLetter"/>
      <w:lvlText w:val="%8."/>
      <w:lvlJc w:val="left"/>
      <w:pPr>
        <w:ind w:left="6611" w:hanging="360"/>
      </w:pPr>
    </w:lvl>
    <w:lvl w:ilvl="8" w:tplc="08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C656629"/>
    <w:multiLevelType w:val="hybridMultilevel"/>
    <w:tmpl w:val="4D16A3E0"/>
    <w:lvl w:ilvl="0" w:tplc="450C664A">
      <w:start w:val="1"/>
      <w:numFmt w:val="decimal"/>
      <w:lvlText w:val="%1."/>
      <w:lvlJc w:val="left"/>
      <w:pPr>
        <w:ind w:left="1571" w:hanging="360"/>
      </w:pPr>
    </w:lvl>
    <w:lvl w:ilvl="1" w:tplc="08070019">
      <w:start w:val="1"/>
      <w:numFmt w:val="lowerLetter"/>
      <w:lvlText w:val="%2."/>
      <w:lvlJc w:val="left"/>
      <w:pPr>
        <w:ind w:left="2291" w:hanging="360"/>
      </w:pPr>
    </w:lvl>
    <w:lvl w:ilvl="2" w:tplc="0807001B">
      <w:start w:val="1"/>
      <w:numFmt w:val="lowerRoman"/>
      <w:lvlText w:val="%3."/>
      <w:lvlJc w:val="right"/>
      <w:pPr>
        <w:ind w:left="3011" w:hanging="180"/>
      </w:pPr>
    </w:lvl>
    <w:lvl w:ilvl="3" w:tplc="0807000F">
      <w:start w:val="1"/>
      <w:numFmt w:val="decimal"/>
      <w:lvlText w:val="%4."/>
      <w:lvlJc w:val="left"/>
      <w:pPr>
        <w:ind w:left="3731" w:hanging="360"/>
      </w:pPr>
    </w:lvl>
    <w:lvl w:ilvl="4" w:tplc="08070019">
      <w:start w:val="1"/>
      <w:numFmt w:val="lowerLetter"/>
      <w:lvlText w:val="%5."/>
      <w:lvlJc w:val="left"/>
      <w:pPr>
        <w:ind w:left="4451" w:hanging="360"/>
      </w:pPr>
    </w:lvl>
    <w:lvl w:ilvl="5" w:tplc="0807001B">
      <w:start w:val="1"/>
      <w:numFmt w:val="lowerRoman"/>
      <w:lvlText w:val="%6."/>
      <w:lvlJc w:val="right"/>
      <w:pPr>
        <w:ind w:left="5171" w:hanging="180"/>
      </w:pPr>
    </w:lvl>
    <w:lvl w:ilvl="6" w:tplc="0807000F" w:tentative="1">
      <w:start w:val="1"/>
      <w:numFmt w:val="decimal"/>
      <w:lvlText w:val="%7."/>
      <w:lvlJc w:val="left"/>
      <w:pPr>
        <w:ind w:left="5891" w:hanging="360"/>
      </w:pPr>
    </w:lvl>
    <w:lvl w:ilvl="7" w:tplc="08070019" w:tentative="1">
      <w:start w:val="1"/>
      <w:numFmt w:val="lowerLetter"/>
      <w:lvlText w:val="%8."/>
      <w:lvlJc w:val="left"/>
      <w:pPr>
        <w:ind w:left="6611" w:hanging="360"/>
      </w:pPr>
    </w:lvl>
    <w:lvl w:ilvl="8" w:tplc="08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EAF3752"/>
    <w:multiLevelType w:val="hybridMultilevel"/>
    <w:tmpl w:val="30F8F77E"/>
    <w:lvl w:ilvl="0" w:tplc="4056A952">
      <w:start w:val="1"/>
      <w:numFmt w:val="upperRoman"/>
      <w:pStyle w:val="Anhang"/>
      <w:lvlText w:val="Anhang 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96C4D"/>
    <w:multiLevelType w:val="hybridMultilevel"/>
    <w:tmpl w:val="11CE90DC"/>
    <w:lvl w:ilvl="0" w:tplc="6900AF26">
      <w:start w:val="1"/>
      <w:numFmt w:val="decimal"/>
      <w:lvlText w:val="Abbildung %1   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F4F9C"/>
    <w:multiLevelType w:val="hybridMultilevel"/>
    <w:tmpl w:val="C5BAF57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50140"/>
    <w:multiLevelType w:val="hybridMultilevel"/>
    <w:tmpl w:val="279E504A"/>
    <w:lvl w:ilvl="0" w:tplc="EEAE2550">
      <w:start w:val="1"/>
      <w:numFmt w:val="decimal"/>
      <w:pStyle w:val="Auflistung-Zahl"/>
      <w:lvlText w:val="%1."/>
      <w:lvlJc w:val="left"/>
      <w:pPr>
        <w:ind w:left="1440" w:hanging="360"/>
      </w:p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684702D"/>
    <w:multiLevelType w:val="hybridMultilevel"/>
    <w:tmpl w:val="4A82ED34"/>
    <w:lvl w:ilvl="0" w:tplc="E96ECF8C">
      <w:start w:val="7"/>
      <w:numFmt w:val="bullet"/>
      <w:lvlText w:val="-"/>
      <w:lvlJc w:val="left"/>
      <w:pPr>
        <w:ind w:left="1279" w:hanging="360"/>
      </w:pPr>
      <w:rPr>
        <w:rFonts w:ascii="Arial" w:eastAsia="Times New Roman" w:hAnsi="Arial" w:hint="default"/>
      </w:rPr>
    </w:lvl>
    <w:lvl w:ilvl="1" w:tplc="0807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8" w15:restartNumberingAfterBreak="0">
    <w:nsid w:val="768811B5"/>
    <w:multiLevelType w:val="hybridMultilevel"/>
    <w:tmpl w:val="0DBA10E6"/>
    <w:lvl w:ilvl="0" w:tplc="ED50CE1C">
      <w:start w:val="7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4F391B"/>
    <w:multiLevelType w:val="multilevel"/>
    <w:tmpl w:val="34C6E79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4008618">
    <w:abstractNumId w:val="14"/>
  </w:num>
  <w:num w:numId="2" w16cid:durableId="771899822">
    <w:abstractNumId w:val="10"/>
  </w:num>
  <w:num w:numId="3" w16cid:durableId="774447494">
    <w:abstractNumId w:val="2"/>
  </w:num>
  <w:num w:numId="4" w16cid:durableId="887958112">
    <w:abstractNumId w:val="14"/>
  </w:num>
  <w:num w:numId="5" w16cid:durableId="1810511417">
    <w:abstractNumId w:val="16"/>
  </w:num>
  <w:num w:numId="6" w16cid:durableId="1391225898">
    <w:abstractNumId w:val="0"/>
  </w:num>
  <w:num w:numId="7" w16cid:durableId="217976513">
    <w:abstractNumId w:val="29"/>
  </w:num>
  <w:num w:numId="8" w16cid:durableId="680089915">
    <w:abstractNumId w:val="1"/>
  </w:num>
  <w:num w:numId="9" w16cid:durableId="1498493306">
    <w:abstractNumId w:val="19"/>
  </w:num>
  <w:num w:numId="10" w16cid:durableId="2008709463">
    <w:abstractNumId w:val="5"/>
  </w:num>
  <w:num w:numId="11" w16cid:durableId="1547525974">
    <w:abstractNumId w:val="18"/>
  </w:num>
  <w:num w:numId="12" w16cid:durableId="1740320862">
    <w:abstractNumId w:val="3"/>
  </w:num>
  <w:num w:numId="13" w16cid:durableId="1589999617">
    <w:abstractNumId w:val="0"/>
  </w:num>
  <w:num w:numId="14" w16cid:durableId="1541279942">
    <w:abstractNumId w:val="0"/>
  </w:num>
  <w:num w:numId="15" w16cid:durableId="169298524">
    <w:abstractNumId w:val="0"/>
  </w:num>
  <w:num w:numId="16" w16cid:durableId="900553357">
    <w:abstractNumId w:val="0"/>
  </w:num>
  <w:num w:numId="17" w16cid:durableId="1192717967">
    <w:abstractNumId w:val="0"/>
  </w:num>
  <w:num w:numId="18" w16cid:durableId="39744539">
    <w:abstractNumId w:val="0"/>
  </w:num>
  <w:num w:numId="19" w16cid:durableId="74087789">
    <w:abstractNumId w:val="0"/>
  </w:num>
  <w:num w:numId="20" w16cid:durableId="1155757925">
    <w:abstractNumId w:val="0"/>
  </w:num>
  <w:num w:numId="21" w16cid:durableId="518469579">
    <w:abstractNumId w:val="27"/>
  </w:num>
  <w:num w:numId="22" w16cid:durableId="1109542065">
    <w:abstractNumId w:val="28"/>
  </w:num>
  <w:num w:numId="23" w16cid:durableId="2043362731">
    <w:abstractNumId w:val="7"/>
  </w:num>
  <w:num w:numId="24" w16cid:durableId="245115050">
    <w:abstractNumId w:val="26"/>
  </w:num>
  <w:num w:numId="25" w16cid:durableId="543561762">
    <w:abstractNumId w:val="15"/>
  </w:num>
  <w:num w:numId="26" w16cid:durableId="1105226787">
    <w:abstractNumId w:val="11"/>
  </w:num>
  <w:num w:numId="27" w16cid:durableId="1709407685">
    <w:abstractNumId w:val="8"/>
  </w:num>
  <w:num w:numId="28" w16cid:durableId="1475952996">
    <w:abstractNumId w:val="9"/>
  </w:num>
  <w:num w:numId="29" w16cid:durableId="1292443245">
    <w:abstractNumId w:val="13"/>
  </w:num>
  <w:num w:numId="30" w16cid:durableId="1780640405">
    <w:abstractNumId w:val="23"/>
  </w:num>
  <w:num w:numId="31" w16cid:durableId="790324527">
    <w:abstractNumId w:val="24"/>
  </w:num>
  <w:num w:numId="32" w16cid:durableId="700398090">
    <w:abstractNumId w:val="0"/>
  </w:num>
  <w:num w:numId="33" w16cid:durableId="7027275">
    <w:abstractNumId w:val="17"/>
  </w:num>
  <w:num w:numId="34" w16cid:durableId="359235444">
    <w:abstractNumId w:val="4"/>
  </w:num>
  <w:num w:numId="35" w16cid:durableId="652485623">
    <w:abstractNumId w:val="22"/>
  </w:num>
  <w:num w:numId="36" w16cid:durableId="1796214419">
    <w:abstractNumId w:val="21"/>
  </w:num>
  <w:num w:numId="37" w16cid:durableId="11995108">
    <w:abstractNumId w:val="6"/>
  </w:num>
  <w:num w:numId="38" w16cid:durableId="920601862">
    <w:abstractNumId w:val="12"/>
  </w:num>
  <w:num w:numId="39" w16cid:durableId="599413512">
    <w:abstractNumId w:val="20"/>
  </w:num>
  <w:num w:numId="40" w16cid:durableId="1268662555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19"/>
    <w:rsid w:val="0000502C"/>
    <w:rsid w:val="00005C92"/>
    <w:rsid w:val="000159E1"/>
    <w:rsid w:val="00016997"/>
    <w:rsid w:val="00017C09"/>
    <w:rsid w:val="00024704"/>
    <w:rsid w:val="00034E33"/>
    <w:rsid w:val="000352E7"/>
    <w:rsid w:val="000447A7"/>
    <w:rsid w:val="00044F06"/>
    <w:rsid w:val="00051EEB"/>
    <w:rsid w:val="00055023"/>
    <w:rsid w:val="0005670F"/>
    <w:rsid w:val="00057719"/>
    <w:rsid w:val="00062C91"/>
    <w:rsid w:val="00075369"/>
    <w:rsid w:val="00075D0B"/>
    <w:rsid w:val="00075EEB"/>
    <w:rsid w:val="00077199"/>
    <w:rsid w:val="00080521"/>
    <w:rsid w:val="00082657"/>
    <w:rsid w:val="00082F17"/>
    <w:rsid w:val="000845B1"/>
    <w:rsid w:val="00084C12"/>
    <w:rsid w:val="00085AC3"/>
    <w:rsid w:val="00086D1F"/>
    <w:rsid w:val="00094DA8"/>
    <w:rsid w:val="0009707A"/>
    <w:rsid w:val="000A0F34"/>
    <w:rsid w:val="000A1453"/>
    <w:rsid w:val="000A1D7D"/>
    <w:rsid w:val="000A1F2D"/>
    <w:rsid w:val="000B668D"/>
    <w:rsid w:val="000B76D8"/>
    <w:rsid w:val="000C5284"/>
    <w:rsid w:val="000C76CD"/>
    <w:rsid w:val="000D232C"/>
    <w:rsid w:val="000D315D"/>
    <w:rsid w:val="000D500D"/>
    <w:rsid w:val="000E53DD"/>
    <w:rsid w:val="000E7B27"/>
    <w:rsid w:val="000F2528"/>
    <w:rsid w:val="000F4D8B"/>
    <w:rsid w:val="001066CE"/>
    <w:rsid w:val="001123A5"/>
    <w:rsid w:val="001134EA"/>
    <w:rsid w:val="00114145"/>
    <w:rsid w:val="001200F0"/>
    <w:rsid w:val="00121249"/>
    <w:rsid w:val="001216D0"/>
    <w:rsid w:val="00122910"/>
    <w:rsid w:val="00124212"/>
    <w:rsid w:val="001267E6"/>
    <w:rsid w:val="00127753"/>
    <w:rsid w:val="0013245E"/>
    <w:rsid w:val="001329C5"/>
    <w:rsid w:val="00134A04"/>
    <w:rsid w:val="00144699"/>
    <w:rsid w:val="0015139A"/>
    <w:rsid w:val="0015174E"/>
    <w:rsid w:val="00151DAB"/>
    <w:rsid w:val="00152814"/>
    <w:rsid w:val="00152FD3"/>
    <w:rsid w:val="00153BFF"/>
    <w:rsid w:val="00156B3C"/>
    <w:rsid w:val="00161214"/>
    <w:rsid w:val="00174536"/>
    <w:rsid w:val="00175CD8"/>
    <w:rsid w:val="00176CA1"/>
    <w:rsid w:val="00181D63"/>
    <w:rsid w:val="00184B36"/>
    <w:rsid w:val="00190E36"/>
    <w:rsid w:val="00192C6B"/>
    <w:rsid w:val="001A04A4"/>
    <w:rsid w:val="001A159A"/>
    <w:rsid w:val="001A2BC7"/>
    <w:rsid w:val="001B42D7"/>
    <w:rsid w:val="001C4F02"/>
    <w:rsid w:val="001C5688"/>
    <w:rsid w:val="001D0255"/>
    <w:rsid w:val="001E1206"/>
    <w:rsid w:val="001E6B87"/>
    <w:rsid w:val="001E7F4E"/>
    <w:rsid w:val="001F3D78"/>
    <w:rsid w:val="0020156D"/>
    <w:rsid w:val="00205302"/>
    <w:rsid w:val="00224A6E"/>
    <w:rsid w:val="00230097"/>
    <w:rsid w:val="00234E15"/>
    <w:rsid w:val="00235EAA"/>
    <w:rsid w:val="00240101"/>
    <w:rsid w:val="002412CD"/>
    <w:rsid w:val="00253559"/>
    <w:rsid w:val="00253705"/>
    <w:rsid w:val="002601C2"/>
    <w:rsid w:val="00263C39"/>
    <w:rsid w:val="00273BAA"/>
    <w:rsid w:val="002763CC"/>
    <w:rsid w:val="00276505"/>
    <w:rsid w:val="00277E32"/>
    <w:rsid w:val="0028539B"/>
    <w:rsid w:val="002931C4"/>
    <w:rsid w:val="002A2C36"/>
    <w:rsid w:val="002A2D42"/>
    <w:rsid w:val="002B55DF"/>
    <w:rsid w:val="002C46C6"/>
    <w:rsid w:val="002D1918"/>
    <w:rsid w:val="002D1ADB"/>
    <w:rsid w:val="002E182B"/>
    <w:rsid w:val="002E22DD"/>
    <w:rsid w:val="002F4F29"/>
    <w:rsid w:val="002F7548"/>
    <w:rsid w:val="00300D6F"/>
    <w:rsid w:val="003103F1"/>
    <w:rsid w:val="003107DD"/>
    <w:rsid w:val="00311531"/>
    <w:rsid w:val="003147A4"/>
    <w:rsid w:val="00317B0F"/>
    <w:rsid w:val="00323894"/>
    <w:rsid w:val="00323E5F"/>
    <w:rsid w:val="00324C1F"/>
    <w:rsid w:val="00342202"/>
    <w:rsid w:val="00343449"/>
    <w:rsid w:val="00353583"/>
    <w:rsid w:val="00360E86"/>
    <w:rsid w:val="00361150"/>
    <w:rsid w:val="003612CF"/>
    <w:rsid w:val="0037098C"/>
    <w:rsid w:val="0037244F"/>
    <w:rsid w:val="00372C51"/>
    <w:rsid w:val="0037650E"/>
    <w:rsid w:val="00377B0C"/>
    <w:rsid w:val="003806B9"/>
    <w:rsid w:val="003849DD"/>
    <w:rsid w:val="003863E9"/>
    <w:rsid w:val="0039160D"/>
    <w:rsid w:val="00395DCE"/>
    <w:rsid w:val="0039748B"/>
    <w:rsid w:val="003974CF"/>
    <w:rsid w:val="003A569D"/>
    <w:rsid w:val="003A6782"/>
    <w:rsid w:val="003B08EA"/>
    <w:rsid w:val="003B6312"/>
    <w:rsid w:val="003C43A6"/>
    <w:rsid w:val="003D4AC9"/>
    <w:rsid w:val="003D52BB"/>
    <w:rsid w:val="003E4FCB"/>
    <w:rsid w:val="004002CB"/>
    <w:rsid w:val="00400AC9"/>
    <w:rsid w:val="00404B26"/>
    <w:rsid w:val="00406F18"/>
    <w:rsid w:val="00410F65"/>
    <w:rsid w:val="00423EA2"/>
    <w:rsid w:val="004248CF"/>
    <w:rsid w:val="00425119"/>
    <w:rsid w:val="00431D06"/>
    <w:rsid w:val="00432E35"/>
    <w:rsid w:val="00443415"/>
    <w:rsid w:val="00443D20"/>
    <w:rsid w:val="00443DCB"/>
    <w:rsid w:val="00446DAA"/>
    <w:rsid w:val="004513EA"/>
    <w:rsid w:val="00453718"/>
    <w:rsid w:val="00455622"/>
    <w:rsid w:val="004556B2"/>
    <w:rsid w:val="004629B2"/>
    <w:rsid w:val="00462E4F"/>
    <w:rsid w:val="004634C1"/>
    <w:rsid w:val="00472EEE"/>
    <w:rsid w:val="004758DD"/>
    <w:rsid w:val="004810B1"/>
    <w:rsid w:val="00482CBB"/>
    <w:rsid w:val="00486F8D"/>
    <w:rsid w:val="00497528"/>
    <w:rsid w:val="004A7A3F"/>
    <w:rsid w:val="004B3461"/>
    <w:rsid w:val="004B3CCF"/>
    <w:rsid w:val="004B448A"/>
    <w:rsid w:val="004B66E4"/>
    <w:rsid w:val="004C0DF9"/>
    <w:rsid w:val="004C11F1"/>
    <w:rsid w:val="004C1F8A"/>
    <w:rsid w:val="004C4FCF"/>
    <w:rsid w:val="004E2952"/>
    <w:rsid w:val="004E2D2B"/>
    <w:rsid w:val="004E6AA1"/>
    <w:rsid w:val="004F09EB"/>
    <w:rsid w:val="004F1616"/>
    <w:rsid w:val="004F29A1"/>
    <w:rsid w:val="004F4A01"/>
    <w:rsid w:val="004F4BF2"/>
    <w:rsid w:val="004F4F14"/>
    <w:rsid w:val="004F59F2"/>
    <w:rsid w:val="00521E73"/>
    <w:rsid w:val="0052326B"/>
    <w:rsid w:val="00531A05"/>
    <w:rsid w:val="0053297A"/>
    <w:rsid w:val="0053300F"/>
    <w:rsid w:val="0053351F"/>
    <w:rsid w:val="00537748"/>
    <w:rsid w:val="00543474"/>
    <w:rsid w:val="00550DBF"/>
    <w:rsid w:val="00551FDB"/>
    <w:rsid w:val="00556504"/>
    <w:rsid w:val="00561862"/>
    <w:rsid w:val="00563AEE"/>
    <w:rsid w:val="00563F47"/>
    <w:rsid w:val="00567AB2"/>
    <w:rsid w:val="00581034"/>
    <w:rsid w:val="005850E6"/>
    <w:rsid w:val="00586389"/>
    <w:rsid w:val="005931CD"/>
    <w:rsid w:val="005A2328"/>
    <w:rsid w:val="005A36FE"/>
    <w:rsid w:val="005B6AED"/>
    <w:rsid w:val="005C0DF5"/>
    <w:rsid w:val="005C56DB"/>
    <w:rsid w:val="005D1E01"/>
    <w:rsid w:val="005D50BA"/>
    <w:rsid w:val="005E3268"/>
    <w:rsid w:val="005E5034"/>
    <w:rsid w:val="005E57D1"/>
    <w:rsid w:val="005E6658"/>
    <w:rsid w:val="006026C0"/>
    <w:rsid w:val="006041C1"/>
    <w:rsid w:val="00612F79"/>
    <w:rsid w:val="006139C8"/>
    <w:rsid w:val="006222BB"/>
    <w:rsid w:val="006239AD"/>
    <w:rsid w:val="0062632D"/>
    <w:rsid w:val="00630FFA"/>
    <w:rsid w:val="0063469E"/>
    <w:rsid w:val="00635B22"/>
    <w:rsid w:val="006361AA"/>
    <w:rsid w:val="0064002C"/>
    <w:rsid w:val="006460DC"/>
    <w:rsid w:val="006478A0"/>
    <w:rsid w:val="00650626"/>
    <w:rsid w:val="00650A26"/>
    <w:rsid w:val="00652242"/>
    <w:rsid w:val="00654C7A"/>
    <w:rsid w:val="00655B27"/>
    <w:rsid w:val="00660C0F"/>
    <w:rsid w:val="00661767"/>
    <w:rsid w:val="0067431F"/>
    <w:rsid w:val="006753AE"/>
    <w:rsid w:val="006762DB"/>
    <w:rsid w:val="00676CFD"/>
    <w:rsid w:val="00682876"/>
    <w:rsid w:val="00686269"/>
    <w:rsid w:val="00686FD1"/>
    <w:rsid w:val="00687FB7"/>
    <w:rsid w:val="0069455E"/>
    <w:rsid w:val="00697B0E"/>
    <w:rsid w:val="006A67F0"/>
    <w:rsid w:val="006A7FAA"/>
    <w:rsid w:val="006B59D1"/>
    <w:rsid w:val="006B6F2D"/>
    <w:rsid w:val="006C4203"/>
    <w:rsid w:val="006C6781"/>
    <w:rsid w:val="006C6F33"/>
    <w:rsid w:val="006C765B"/>
    <w:rsid w:val="006C7EF0"/>
    <w:rsid w:val="006D61D1"/>
    <w:rsid w:val="006F0C83"/>
    <w:rsid w:val="006F669B"/>
    <w:rsid w:val="00706FD4"/>
    <w:rsid w:val="0071380D"/>
    <w:rsid w:val="00717A33"/>
    <w:rsid w:val="00717F16"/>
    <w:rsid w:val="007327DE"/>
    <w:rsid w:val="00737FB9"/>
    <w:rsid w:val="00740A27"/>
    <w:rsid w:val="0074773F"/>
    <w:rsid w:val="00747A65"/>
    <w:rsid w:val="00751455"/>
    <w:rsid w:val="00766468"/>
    <w:rsid w:val="00772675"/>
    <w:rsid w:val="00772EC4"/>
    <w:rsid w:val="00776FF6"/>
    <w:rsid w:val="00782361"/>
    <w:rsid w:val="00783F70"/>
    <w:rsid w:val="00787527"/>
    <w:rsid w:val="007A12A5"/>
    <w:rsid w:val="007A2E62"/>
    <w:rsid w:val="007A6F6C"/>
    <w:rsid w:val="007B0345"/>
    <w:rsid w:val="007B7D17"/>
    <w:rsid w:val="007C6374"/>
    <w:rsid w:val="007D1337"/>
    <w:rsid w:val="007D5709"/>
    <w:rsid w:val="007E24A8"/>
    <w:rsid w:val="007F4DBE"/>
    <w:rsid w:val="007F79E2"/>
    <w:rsid w:val="00802905"/>
    <w:rsid w:val="00807A22"/>
    <w:rsid w:val="00814927"/>
    <w:rsid w:val="00820C87"/>
    <w:rsid w:val="0082338A"/>
    <w:rsid w:val="00824A34"/>
    <w:rsid w:val="008253C4"/>
    <w:rsid w:val="008259F6"/>
    <w:rsid w:val="00826E70"/>
    <w:rsid w:val="008328F4"/>
    <w:rsid w:val="00832BC9"/>
    <w:rsid w:val="00834C95"/>
    <w:rsid w:val="00835407"/>
    <w:rsid w:val="00841F51"/>
    <w:rsid w:val="00844841"/>
    <w:rsid w:val="00846CC4"/>
    <w:rsid w:val="0085101B"/>
    <w:rsid w:val="00853BFB"/>
    <w:rsid w:val="00856E7C"/>
    <w:rsid w:val="0085706B"/>
    <w:rsid w:val="008571FF"/>
    <w:rsid w:val="0086060B"/>
    <w:rsid w:val="00861DDB"/>
    <w:rsid w:val="0086772F"/>
    <w:rsid w:val="00867F7C"/>
    <w:rsid w:val="00881763"/>
    <w:rsid w:val="0088315F"/>
    <w:rsid w:val="00884A76"/>
    <w:rsid w:val="008B3AC1"/>
    <w:rsid w:val="008C25BF"/>
    <w:rsid w:val="008C6FBA"/>
    <w:rsid w:val="008D246F"/>
    <w:rsid w:val="008D6F04"/>
    <w:rsid w:val="008E05E2"/>
    <w:rsid w:val="008E258E"/>
    <w:rsid w:val="008E38FD"/>
    <w:rsid w:val="008E4A4B"/>
    <w:rsid w:val="008E4D05"/>
    <w:rsid w:val="008E640C"/>
    <w:rsid w:val="008F2560"/>
    <w:rsid w:val="008F3891"/>
    <w:rsid w:val="008F6E0E"/>
    <w:rsid w:val="008F7307"/>
    <w:rsid w:val="00901258"/>
    <w:rsid w:val="00901BF3"/>
    <w:rsid w:val="00902C4C"/>
    <w:rsid w:val="00907C0D"/>
    <w:rsid w:val="00915080"/>
    <w:rsid w:val="00917507"/>
    <w:rsid w:val="0093316F"/>
    <w:rsid w:val="00935813"/>
    <w:rsid w:val="0094252E"/>
    <w:rsid w:val="00953461"/>
    <w:rsid w:val="00965E4E"/>
    <w:rsid w:val="00970871"/>
    <w:rsid w:val="00980CC0"/>
    <w:rsid w:val="00980E02"/>
    <w:rsid w:val="009948AE"/>
    <w:rsid w:val="00995A88"/>
    <w:rsid w:val="00996134"/>
    <w:rsid w:val="009A36F3"/>
    <w:rsid w:val="009B1337"/>
    <w:rsid w:val="009B2702"/>
    <w:rsid w:val="009D04FB"/>
    <w:rsid w:val="009D0720"/>
    <w:rsid w:val="009D50EA"/>
    <w:rsid w:val="009D758B"/>
    <w:rsid w:val="009E5436"/>
    <w:rsid w:val="009F00DF"/>
    <w:rsid w:val="009F31AB"/>
    <w:rsid w:val="00A00384"/>
    <w:rsid w:val="00A04217"/>
    <w:rsid w:val="00A079B6"/>
    <w:rsid w:val="00A10D57"/>
    <w:rsid w:val="00A11F32"/>
    <w:rsid w:val="00A17963"/>
    <w:rsid w:val="00A2438B"/>
    <w:rsid w:val="00A26DB1"/>
    <w:rsid w:val="00A27EB2"/>
    <w:rsid w:val="00A319E6"/>
    <w:rsid w:val="00A33783"/>
    <w:rsid w:val="00A337EA"/>
    <w:rsid w:val="00A37872"/>
    <w:rsid w:val="00A467A8"/>
    <w:rsid w:val="00A47565"/>
    <w:rsid w:val="00A47BFE"/>
    <w:rsid w:val="00A56A40"/>
    <w:rsid w:val="00A61CCD"/>
    <w:rsid w:val="00A61DD8"/>
    <w:rsid w:val="00A63E7A"/>
    <w:rsid w:val="00A65DC6"/>
    <w:rsid w:val="00A67300"/>
    <w:rsid w:val="00A70552"/>
    <w:rsid w:val="00A727EC"/>
    <w:rsid w:val="00A7350E"/>
    <w:rsid w:val="00A73E2F"/>
    <w:rsid w:val="00A95037"/>
    <w:rsid w:val="00A957F4"/>
    <w:rsid w:val="00A95B7E"/>
    <w:rsid w:val="00A97802"/>
    <w:rsid w:val="00AA27B3"/>
    <w:rsid w:val="00AA4DBA"/>
    <w:rsid w:val="00AA73A9"/>
    <w:rsid w:val="00AB310C"/>
    <w:rsid w:val="00AB3D63"/>
    <w:rsid w:val="00AB4778"/>
    <w:rsid w:val="00AB4BF8"/>
    <w:rsid w:val="00AB51D0"/>
    <w:rsid w:val="00AB567B"/>
    <w:rsid w:val="00AB7896"/>
    <w:rsid w:val="00AC1E41"/>
    <w:rsid w:val="00AC7C3C"/>
    <w:rsid w:val="00AC7D80"/>
    <w:rsid w:val="00AD3FB4"/>
    <w:rsid w:val="00AE3BF0"/>
    <w:rsid w:val="00AE4C1B"/>
    <w:rsid w:val="00AE69D2"/>
    <w:rsid w:val="00AF2255"/>
    <w:rsid w:val="00AF23A3"/>
    <w:rsid w:val="00AF4C03"/>
    <w:rsid w:val="00B01197"/>
    <w:rsid w:val="00B01292"/>
    <w:rsid w:val="00B04F77"/>
    <w:rsid w:val="00B10BDA"/>
    <w:rsid w:val="00B12D99"/>
    <w:rsid w:val="00B14031"/>
    <w:rsid w:val="00B14590"/>
    <w:rsid w:val="00B14A8F"/>
    <w:rsid w:val="00B20198"/>
    <w:rsid w:val="00B34695"/>
    <w:rsid w:val="00B3767B"/>
    <w:rsid w:val="00B40039"/>
    <w:rsid w:val="00B531D8"/>
    <w:rsid w:val="00B54C8D"/>
    <w:rsid w:val="00B55B2A"/>
    <w:rsid w:val="00B61FCA"/>
    <w:rsid w:val="00B621C7"/>
    <w:rsid w:val="00B63244"/>
    <w:rsid w:val="00B652DA"/>
    <w:rsid w:val="00B7324B"/>
    <w:rsid w:val="00B739EE"/>
    <w:rsid w:val="00B778DC"/>
    <w:rsid w:val="00B8116A"/>
    <w:rsid w:val="00B838F9"/>
    <w:rsid w:val="00B91CD5"/>
    <w:rsid w:val="00B92A12"/>
    <w:rsid w:val="00B93549"/>
    <w:rsid w:val="00BA1B41"/>
    <w:rsid w:val="00BA669B"/>
    <w:rsid w:val="00BB117E"/>
    <w:rsid w:val="00BB18CA"/>
    <w:rsid w:val="00BB30B9"/>
    <w:rsid w:val="00BB77C9"/>
    <w:rsid w:val="00BC0F55"/>
    <w:rsid w:val="00BC157A"/>
    <w:rsid w:val="00BC5356"/>
    <w:rsid w:val="00BD6A2A"/>
    <w:rsid w:val="00BE42A6"/>
    <w:rsid w:val="00BE75C9"/>
    <w:rsid w:val="00BF2C98"/>
    <w:rsid w:val="00BF3775"/>
    <w:rsid w:val="00BF45AB"/>
    <w:rsid w:val="00BF5165"/>
    <w:rsid w:val="00BF75EE"/>
    <w:rsid w:val="00C00D07"/>
    <w:rsid w:val="00C04ECE"/>
    <w:rsid w:val="00C05A70"/>
    <w:rsid w:val="00C07712"/>
    <w:rsid w:val="00C31E22"/>
    <w:rsid w:val="00C32C5B"/>
    <w:rsid w:val="00C4014A"/>
    <w:rsid w:val="00C4487F"/>
    <w:rsid w:val="00C45877"/>
    <w:rsid w:val="00C5001A"/>
    <w:rsid w:val="00C50444"/>
    <w:rsid w:val="00C51A9A"/>
    <w:rsid w:val="00C5297A"/>
    <w:rsid w:val="00C5680E"/>
    <w:rsid w:val="00C629D9"/>
    <w:rsid w:val="00C64FDA"/>
    <w:rsid w:val="00C70E2D"/>
    <w:rsid w:val="00C7111A"/>
    <w:rsid w:val="00C73B43"/>
    <w:rsid w:val="00C7605E"/>
    <w:rsid w:val="00C763D1"/>
    <w:rsid w:val="00C90826"/>
    <w:rsid w:val="00C90FB0"/>
    <w:rsid w:val="00C915B0"/>
    <w:rsid w:val="00C940BC"/>
    <w:rsid w:val="00CA130E"/>
    <w:rsid w:val="00CA2702"/>
    <w:rsid w:val="00CA68AF"/>
    <w:rsid w:val="00CB1B4A"/>
    <w:rsid w:val="00CB3A75"/>
    <w:rsid w:val="00CB46A3"/>
    <w:rsid w:val="00CB5EB7"/>
    <w:rsid w:val="00CC00A0"/>
    <w:rsid w:val="00CC143A"/>
    <w:rsid w:val="00CD2075"/>
    <w:rsid w:val="00CD2C8D"/>
    <w:rsid w:val="00CD6852"/>
    <w:rsid w:val="00CE3910"/>
    <w:rsid w:val="00CE5568"/>
    <w:rsid w:val="00CE7819"/>
    <w:rsid w:val="00CF0CDB"/>
    <w:rsid w:val="00CF1ECA"/>
    <w:rsid w:val="00CF2248"/>
    <w:rsid w:val="00CF2A31"/>
    <w:rsid w:val="00CF3A61"/>
    <w:rsid w:val="00CF633F"/>
    <w:rsid w:val="00CF70CD"/>
    <w:rsid w:val="00D05FC3"/>
    <w:rsid w:val="00D13475"/>
    <w:rsid w:val="00D145C4"/>
    <w:rsid w:val="00D2217A"/>
    <w:rsid w:val="00D2505A"/>
    <w:rsid w:val="00D26223"/>
    <w:rsid w:val="00D31383"/>
    <w:rsid w:val="00D32193"/>
    <w:rsid w:val="00D40D8F"/>
    <w:rsid w:val="00D42BA2"/>
    <w:rsid w:val="00D602A1"/>
    <w:rsid w:val="00D66AAD"/>
    <w:rsid w:val="00D71921"/>
    <w:rsid w:val="00D7422F"/>
    <w:rsid w:val="00D76479"/>
    <w:rsid w:val="00D8112A"/>
    <w:rsid w:val="00D818DB"/>
    <w:rsid w:val="00D85657"/>
    <w:rsid w:val="00D91499"/>
    <w:rsid w:val="00D94127"/>
    <w:rsid w:val="00D94B42"/>
    <w:rsid w:val="00DA07FA"/>
    <w:rsid w:val="00DB0374"/>
    <w:rsid w:val="00DB4845"/>
    <w:rsid w:val="00DB4899"/>
    <w:rsid w:val="00DB6CAA"/>
    <w:rsid w:val="00DB6F2D"/>
    <w:rsid w:val="00DB7A10"/>
    <w:rsid w:val="00DC055C"/>
    <w:rsid w:val="00DC0AB8"/>
    <w:rsid w:val="00DC1C26"/>
    <w:rsid w:val="00DC2C79"/>
    <w:rsid w:val="00DC2C9B"/>
    <w:rsid w:val="00DC4A39"/>
    <w:rsid w:val="00DC6847"/>
    <w:rsid w:val="00DE173B"/>
    <w:rsid w:val="00DE42CE"/>
    <w:rsid w:val="00DE4532"/>
    <w:rsid w:val="00DF5EEC"/>
    <w:rsid w:val="00E0128D"/>
    <w:rsid w:val="00E02B51"/>
    <w:rsid w:val="00E10683"/>
    <w:rsid w:val="00E10732"/>
    <w:rsid w:val="00E1083C"/>
    <w:rsid w:val="00E140F8"/>
    <w:rsid w:val="00E22411"/>
    <w:rsid w:val="00E22F20"/>
    <w:rsid w:val="00E2599D"/>
    <w:rsid w:val="00E340D8"/>
    <w:rsid w:val="00E35396"/>
    <w:rsid w:val="00E35A35"/>
    <w:rsid w:val="00E35B68"/>
    <w:rsid w:val="00E42BF9"/>
    <w:rsid w:val="00E456E7"/>
    <w:rsid w:val="00E566E6"/>
    <w:rsid w:val="00E573B6"/>
    <w:rsid w:val="00E60F3D"/>
    <w:rsid w:val="00E61601"/>
    <w:rsid w:val="00E63F71"/>
    <w:rsid w:val="00E716CB"/>
    <w:rsid w:val="00E71FEF"/>
    <w:rsid w:val="00E72F21"/>
    <w:rsid w:val="00E73DDD"/>
    <w:rsid w:val="00E81EDF"/>
    <w:rsid w:val="00E83E56"/>
    <w:rsid w:val="00E93C54"/>
    <w:rsid w:val="00EA61D5"/>
    <w:rsid w:val="00EC50FC"/>
    <w:rsid w:val="00EC5774"/>
    <w:rsid w:val="00ED0D08"/>
    <w:rsid w:val="00ED227A"/>
    <w:rsid w:val="00ED3A15"/>
    <w:rsid w:val="00EE0A96"/>
    <w:rsid w:val="00EE2571"/>
    <w:rsid w:val="00EE7024"/>
    <w:rsid w:val="00EE7FB4"/>
    <w:rsid w:val="00EF1E08"/>
    <w:rsid w:val="00EF74DF"/>
    <w:rsid w:val="00F047DC"/>
    <w:rsid w:val="00F0774A"/>
    <w:rsid w:val="00F10820"/>
    <w:rsid w:val="00F159F8"/>
    <w:rsid w:val="00F175B6"/>
    <w:rsid w:val="00F20BE4"/>
    <w:rsid w:val="00F23DFF"/>
    <w:rsid w:val="00F262FF"/>
    <w:rsid w:val="00F26A47"/>
    <w:rsid w:val="00F26B74"/>
    <w:rsid w:val="00F34932"/>
    <w:rsid w:val="00F43A44"/>
    <w:rsid w:val="00F45DAA"/>
    <w:rsid w:val="00F51BD4"/>
    <w:rsid w:val="00F702AE"/>
    <w:rsid w:val="00F719BA"/>
    <w:rsid w:val="00F801B8"/>
    <w:rsid w:val="00F90F90"/>
    <w:rsid w:val="00F92943"/>
    <w:rsid w:val="00F942AD"/>
    <w:rsid w:val="00FB1D55"/>
    <w:rsid w:val="00FC06D4"/>
    <w:rsid w:val="00FD589D"/>
    <w:rsid w:val="00FD657F"/>
    <w:rsid w:val="00FE0A26"/>
    <w:rsid w:val="00FE652E"/>
    <w:rsid w:val="00FF418B"/>
    <w:rsid w:val="00FF5D6E"/>
    <w:rsid w:val="01E70220"/>
    <w:rsid w:val="06B47EF6"/>
    <w:rsid w:val="075295BC"/>
    <w:rsid w:val="0852AF52"/>
    <w:rsid w:val="0EE26E46"/>
    <w:rsid w:val="17F25BAD"/>
    <w:rsid w:val="229A750B"/>
    <w:rsid w:val="23AD21D7"/>
    <w:rsid w:val="2F0059B8"/>
    <w:rsid w:val="3E53007A"/>
    <w:rsid w:val="44515229"/>
    <w:rsid w:val="48F7C5CA"/>
    <w:rsid w:val="4A837E0F"/>
    <w:rsid w:val="4A95CD78"/>
    <w:rsid w:val="4DEBE72E"/>
    <w:rsid w:val="4F1B849A"/>
    <w:rsid w:val="4FC07C4C"/>
    <w:rsid w:val="51715CF1"/>
    <w:rsid w:val="5618C955"/>
    <w:rsid w:val="5E4A9854"/>
    <w:rsid w:val="65FE8EF9"/>
    <w:rsid w:val="6ECE84C5"/>
    <w:rsid w:val="7673BB89"/>
    <w:rsid w:val="7CF7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D91474D"/>
  <w15:docId w15:val="{D0761AA5-A5B1-4E5B-B0F9-F0ACA64B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E7819"/>
    <w:pPr>
      <w:spacing w:after="140"/>
      <w:ind w:right="74"/>
      <w:jc w:val="both"/>
    </w:pPr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Fliesstext"/>
    <w:link w:val="berschrift1Zchn"/>
    <w:autoRedefine/>
    <w:qFormat/>
    <w:rsid w:val="00B14A8F"/>
    <w:pPr>
      <w:numPr>
        <w:numId w:val="6"/>
      </w:numPr>
      <w:tabs>
        <w:tab w:val="clear" w:pos="432"/>
      </w:tabs>
      <w:spacing w:before="480" w:after="360" w:line="320" w:lineRule="atLeast"/>
      <w:ind w:left="0" w:hanging="851"/>
      <w:jc w:val="left"/>
      <w:outlineLvl w:val="0"/>
    </w:pPr>
    <w:rPr>
      <w:rFonts w:cs="Arial"/>
      <w:b/>
      <w:spacing w:val="6"/>
      <w:sz w:val="32"/>
      <w:szCs w:val="32"/>
    </w:rPr>
  </w:style>
  <w:style w:type="paragraph" w:styleId="berschrift2">
    <w:name w:val="heading 2"/>
    <w:basedOn w:val="berschrift1"/>
    <w:next w:val="Fliesstext"/>
    <w:link w:val="berschrift2Zchn"/>
    <w:autoRedefine/>
    <w:qFormat/>
    <w:rsid w:val="00AB7896"/>
    <w:pPr>
      <w:numPr>
        <w:ilvl w:val="1"/>
      </w:numPr>
      <w:tabs>
        <w:tab w:val="clear" w:pos="576"/>
        <w:tab w:val="num" w:pos="851"/>
      </w:tabs>
      <w:spacing w:after="240"/>
      <w:ind w:left="0" w:hanging="851"/>
      <w:outlineLvl w:val="1"/>
    </w:pPr>
    <w:rPr>
      <w:sz w:val="24"/>
      <w:szCs w:val="28"/>
    </w:rPr>
  </w:style>
  <w:style w:type="paragraph" w:styleId="berschrift3">
    <w:name w:val="heading 3"/>
    <w:basedOn w:val="berschrift2"/>
    <w:next w:val="Standard"/>
    <w:link w:val="berschrift3Zchn"/>
    <w:autoRedefine/>
    <w:qFormat/>
    <w:rsid w:val="00AB7896"/>
    <w:pPr>
      <w:numPr>
        <w:ilvl w:val="2"/>
      </w:numPr>
      <w:shd w:val="solid" w:color="FFFFFF" w:fill="FFFFFF"/>
      <w:tabs>
        <w:tab w:val="clear" w:pos="720"/>
      </w:tabs>
      <w:ind w:left="0" w:hanging="851"/>
      <w:outlineLvl w:val="2"/>
    </w:pPr>
    <w:rPr>
      <w:bCs/>
    </w:rPr>
  </w:style>
  <w:style w:type="paragraph" w:styleId="berschrift4">
    <w:name w:val="heading 4"/>
    <w:basedOn w:val="Standard"/>
    <w:next w:val="Standard"/>
    <w:link w:val="berschrift4Zchn"/>
    <w:semiHidden/>
    <w:rsid w:val="00586389"/>
    <w:pPr>
      <w:keepNext/>
      <w:numPr>
        <w:ilvl w:val="3"/>
        <w:numId w:val="6"/>
      </w:numPr>
      <w:tabs>
        <w:tab w:val="clear" w:pos="864"/>
        <w:tab w:val="left" w:pos="851"/>
      </w:tabs>
      <w:spacing w:after="0" w:line="320" w:lineRule="atLeast"/>
      <w:ind w:left="851" w:hanging="851"/>
      <w:jc w:val="left"/>
      <w:outlineLvl w:val="3"/>
    </w:pPr>
    <w:rPr>
      <w:rFonts w:cs="Arial"/>
      <w:b/>
      <w:spacing w:val="6"/>
      <w:szCs w:val="20"/>
    </w:rPr>
  </w:style>
  <w:style w:type="paragraph" w:styleId="berschrift5">
    <w:name w:val="heading 5"/>
    <w:basedOn w:val="berschrift4"/>
    <w:next w:val="Standard"/>
    <w:link w:val="berschrift5Zchn"/>
    <w:semiHidden/>
    <w:rsid w:val="00586389"/>
    <w:pPr>
      <w:numPr>
        <w:ilvl w:val="4"/>
      </w:numPr>
      <w:tabs>
        <w:tab w:val="left" w:pos="1134"/>
      </w:tabs>
      <w:outlineLvl w:val="4"/>
    </w:pPr>
    <w:rPr>
      <w:bCs/>
    </w:rPr>
  </w:style>
  <w:style w:type="paragraph" w:styleId="berschrift6">
    <w:name w:val="heading 6"/>
    <w:basedOn w:val="Verzeichnis5"/>
    <w:next w:val="Standard"/>
    <w:link w:val="berschrift6Zchn"/>
    <w:semiHidden/>
    <w:rsid w:val="00586389"/>
    <w:pPr>
      <w:numPr>
        <w:ilvl w:val="5"/>
        <w:numId w:val="6"/>
      </w:numPr>
      <w:spacing w:after="0" w:line="320" w:lineRule="atLeast"/>
      <w:jc w:val="left"/>
      <w:outlineLvl w:val="5"/>
    </w:pPr>
    <w:rPr>
      <w:b/>
      <w:bCs/>
      <w:spacing w:val="6"/>
    </w:rPr>
  </w:style>
  <w:style w:type="paragraph" w:styleId="berschrift7">
    <w:name w:val="heading 7"/>
    <w:basedOn w:val="Standard"/>
    <w:next w:val="Standard"/>
    <w:link w:val="berschrift7Zchn"/>
    <w:semiHidden/>
    <w:rsid w:val="00586389"/>
    <w:pPr>
      <w:numPr>
        <w:ilvl w:val="6"/>
        <w:numId w:val="6"/>
      </w:numPr>
      <w:spacing w:line="300" w:lineRule="atLeast"/>
      <w:ind w:left="1298" w:hanging="1298"/>
      <w:jc w:val="left"/>
      <w:outlineLvl w:val="6"/>
    </w:pPr>
    <w:rPr>
      <w:b/>
      <w:spacing w:val="6"/>
    </w:rPr>
  </w:style>
  <w:style w:type="paragraph" w:styleId="berschrift8">
    <w:name w:val="heading 8"/>
    <w:basedOn w:val="Standard"/>
    <w:next w:val="Standard"/>
    <w:link w:val="berschrift8Zchn"/>
    <w:semiHidden/>
    <w:rsid w:val="00586389"/>
    <w:pPr>
      <w:numPr>
        <w:ilvl w:val="7"/>
        <w:numId w:val="6"/>
      </w:numPr>
      <w:spacing w:before="240" w:line="300" w:lineRule="atLeast"/>
      <w:jc w:val="left"/>
      <w:outlineLvl w:val="7"/>
    </w:pPr>
    <w:rPr>
      <w:rFonts w:ascii="Times New Roman" w:hAnsi="Times New Roman"/>
      <w:i/>
      <w:iCs/>
      <w:spacing w:val="6"/>
      <w:sz w:val="24"/>
    </w:rPr>
  </w:style>
  <w:style w:type="paragraph" w:styleId="berschrift9">
    <w:name w:val="heading 9"/>
    <w:basedOn w:val="Standard"/>
    <w:next w:val="Standard"/>
    <w:link w:val="berschrift9Zchn"/>
    <w:semiHidden/>
    <w:rsid w:val="00586389"/>
    <w:pPr>
      <w:numPr>
        <w:ilvl w:val="8"/>
        <w:numId w:val="6"/>
      </w:numPr>
      <w:spacing w:before="240" w:line="300" w:lineRule="atLeast"/>
      <w:jc w:val="left"/>
      <w:outlineLvl w:val="8"/>
    </w:pPr>
    <w:rPr>
      <w:rFonts w:cs="Arial"/>
      <w:spacing w:val="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link w:val="AbbildungsverzeichnisZchn"/>
    <w:uiPriority w:val="99"/>
    <w:rsid w:val="00DC1C26"/>
    <w:pPr>
      <w:tabs>
        <w:tab w:val="left" w:pos="709"/>
        <w:tab w:val="right" w:pos="8789"/>
      </w:tabs>
      <w:ind w:left="-851" w:right="-2"/>
    </w:pPr>
    <w:rPr>
      <w:rFonts w:cs="Arial"/>
      <w:noProof/>
    </w:rPr>
  </w:style>
  <w:style w:type="paragraph" w:customStyle="1" w:styleId="Abbildungtitel">
    <w:name w:val="Abbildungtitel"/>
    <w:basedOn w:val="Standard"/>
    <w:next w:val="Standard"/>
    <w:semiHidden/>
    <w:rsid w:val="00C90FB0"/>
    <w:pPr>
      <w:keepLines/>
      <w:tabs>
        <w:tab w:val="left" w:pos="1134"/>
      </w:tabs>
      <w:spacing w:after="240"/>
      <w:ind w:left="1134" w:hanging="1134"/>
    </w:pPr>
  </w:style>
  <w:style w:type="paragraph" w:styleId="Aufzhlungszeichen2">
    <w:name w:val="List Bullet 2"/>
    <w:basedOn w:val="Standard"/>
    <w:semiHidden/>
    <w:rsid w:val="00C90FB0"/>
  </w:style>
  <w:style w:type="paragraph" w:customStyle="1" w:styleId="Tabellentitel">
    <w:name w:val="Tabellentitel"/>
    <w:basedOn w:val="Standard"/>
    <w:next w:val="Standard"/>
    <w:semiHidden/>
    <w:rsid w:val="00C90FB0"/>
    <w:pPr>
      <w:keepLines/>
      <w:tabs>
        <w:tab w:val="left" w:pos="1134"/>
      </w:tabs>
      <w:spacing w:after="240"/>
      <w:ind w:left="1134" w:hanging="1134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4B448A"/>
    <w:pPr>
      <w:tabs>
        <w:tab w:val="left" w:pos="709"/>
        <w:tab w:val="right" w:pos="8931"/>
      </w:tabs>
      <w:spacing w:before="360" w:line="240" w:lineRule="exact"/>
      <w:ind w:left="-851" w:right="-1"/>
      <w:jc w:val="left"/>
    </w:pPr>
    <w:rPr>
      <w:b/>
      <w:noProof/>
      <w:szCs w:val="32"/>
    </w:rPr>
  </w:style>
  <w:style w:type="numbering" w:styleId="111111">
    <w:name w:val="Outline List 2"/>
    <w:basedOn w:val="KeineListe"/>
    <w:rsid w:val="00C90FB0"/>
    <w:pPr>
      <w:numPr>
        <w:numId w:val="2"/>
      </w:numPr>
    </w:pPr>
  </w:style>
  <w:style w:type="numbering" w:styleId="1ai">
    <w:name w:val="Outline List 1"/>
    <w:basedOn w:val="KeineListe"/>
    <w:rsid w:val="00C90FB0"/>
    <w:pPr>
      <w:numPr>
        <w:numId w:val="3"/>
      </w:numPr>
    </w:pPr>
  </w:style>
  <w:style w:type="paragraph" w:styleId="Anrede">
    <w:name w:val="Salutation"/>
    <w:basedOn w:val="Standard"/>
    <w:next w:val="Standard"/>
    <w:link w:val="AnredeZchn"/>
    <w:semiHidden/>
    <w:rsid w:val="00C90FB0"/>
  </w:style>
  <w:style w:type="numbering" w:styleId="ArtikelAbschnitt">
    <w:name w:val="Outline List 3"/>
    <w:basedOn w:val="KeineListe"/>
    <w:semiHidden/>
    <w:rsid w:val="00543474"/>
  </w:style>
  <w:style w:type="paragraph" w:styleId="Aufzhlungszeichen3">
    <w:name w:val="List Bullet 3"/>
    <w:basedOn w:val="Standard"/>
    <w:semiHidden/>
    <w:rsid w:val="00C90FB0"/>
  </w:style>
  <w:style w:type="paragraph" w:styleId="Aufzhlungszeichen4">
    <w:name w:val="List Bullet 4"/>
    <w:basedOn w:val="Standard"/>
    <w:semiHidden/>
    <w:rsid w:val="00C90FB0"/>
  </w:style>
  <w:style w:type="paragraph" w:styleId="Aufzhlungszeichen5">
    <w:name w:val="List Bullet 5"/>
    <w:basedOn w:val="Standard"/>
    <w:semiHidden/>
    <w:rsid w:val="00C90FB0"/>
  </w:style>
  <w:style w:type="character" w:styleId="BesuchterLink">
    <w:name w:val="FollowedHyperlink"/>
    <w:basedOn w:val="Absatz-Standardschriftart"/>
    <w:semiHidden/>
    <w:rsid w:val="00C90FB0"/>
    <w:rPr>
      <w:rFonts w:cs="Times New Roman"/>
      <w:color w:val="800080"/>
      <w:u w:val="single"/>
    </w:rPr>
  </w:style>
  <w:style w:type="paragraph" w:styleId="Blocktext">
    <w:name w:val="Block Text"/>
    <w:basedOn w:val="Standard"/>
    <w:semiHidden/>
    <w:rsid w:val="00C90FB0"/>
    <w:pPr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C90FB0"/>
  </w:style>
  <w:style w:type="paragraph" w:styleId="E-Mail-Signatur">
    <w:name w:val="E-mail Signature"/>
    <w:basedOn w:val="Standard"/>
    <w:link w:val="E-Mail-SignaturZchn"/>
    <w:semiHidden/>
    <w:rsid w:val="00C90FB0"/>
  </w:style>
  <w:style w:type="character" w:styleId="Fett">
    <w:name w:val="Strong"/>
    <w:basedOn w:val="Absatz-Standardschriftart"/>
    <w:semiHidden/>
    <w:rsid w:val="00C90FB0"/>
    <w:rPr>
      <w:rFonts w:cs="Times New Roman"/>
      <w:b/>
      <w:bCs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C90FB0"/>
  </w:style>
  <w:style w:type="paragraph" w:styleId="Funotentext">
    <w:name w:val="footnote text"/>
    <w:basedOn w:val="Standard"/>
    <w:link w:val="FunotentextZchn"/>
    <w:autoRedefine/>
    <w:semiHidden/>
    <w:rsid w:val="0085706B"/>
    <w:pPr>
      <w:spacing w:line="240" w:lineRule="exact"/>
      <w:contextualSpacing/>
    </w:pPr>
    <w:rPr>
      <w:sz w:val="18"/>
      <w:szCs w:val="20"/>
    </w:rPr>
  </w:style>
  <w:style w:type="character" w:styleId="Funotenzeichen">
    <w:name w:val="footnote reference"/>
    <w:basedOn w:val="Absatz-Standardschriftart"/>
    <w:semiHidden/>
    <w:rsid w:val="00953461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C90FB0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link w:val="GruformelZchn"/>
    <w:semiHidden/>
    <w:rsid w:val="00C90FB0"/>
    <w:pPr>
      <w:ind w:left="4252"/>
    </w:pPr>
  </w:style>
  <w:style w:type="character" w:styleId="Hervorhebung">
    <w:name w:val="Emphasis"/>
    <w:basedOn w:val="Absatz-Standardschriftart"/>
    <w:semiHidden/>
    <w:rsid w:val="00C90FB0"/>
    <w:rPr>
      <w:rFonts w:cs="Times New Roman"/>
      <w:i/>
      <w:iCs/>
    </w:rPr>
  </w:style>
  <w:style w:type="paragraph" w:styleId="HTMLAdresse">
    <w:name w:val="HTML Address"/>
    <w:basedOn w:val="Standard"/>
    <w:link w:val="HTMLAdresseZchn"/>
    <w:semiHidden/>
    <w:rsid w:val="00C90FB0"/>
    <w:rPr>
      <w:i/>
      <w:iCs/>
    </w:rPr>
  </w:style>
  <w:style w:type="character" w:styleId="HTMLAkronym">
    <w:name w:val="HTML Acronym"/>
    <w:basedOn w:val="Absatz-Standardschriftart"/>
    <w:semiHidden/>
    <w:rsid w:val="00C90FB0"/>
    <w:rPr>
      <w:rFonts w:cs="Times New Roman"/>
    </w:rPr>
  </w:style>
  <w:style w:type="character" w:styleId="HTMLBeispiel">
    <w:name w:val="HTML Sample"/>
    <w:basedOn w:val="Absatz-Standardschriftart"/>
    <w:semiHidden/>
    <w:rsid w:val="00C90FB0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C90FB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C90FB0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C90FB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C90FB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C90FB0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C90FB0"/>
    <w:rPr>
      <w:rFonts w:ascii="Courier New" w:hAnsi="Courier New" w:cs="Courier New"/>
      <w:szCs w:val="20"/>
    </w:rPr>
  </w:style>
  <w:style w:type="character" w:styleId="HTMLZitat">
    <w:name w:val="HTML Cite"/>
    <w:basedOn w:val="Absatz-Standardschriftart"/>
    <w:semiHidden/>
    <w:rsid w:val="00C90FB0"/>
    <w:rPr>
      <w:rFonts w:cs="Times New Roman"/>
      <w:i/>
      <w:iCs/>
    </w:rPr>
  </w:style>
  <w:style w:type="character" w:styleId="Hyperlink">
    <w:name w:val="Hyperlink"/>
    <w:basedOn w:val="Absatz-Standardschriftart"/>
    <w:uiPriority w:val="99"/>
    <w:rsid w:val="00C90FB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C90FB0"/>
    <w:pPr>
      <w:tabs>
        <w:tab w:val="center" w:pos="4536"/>
        <w:tab w:val="right" w:pos="9072"/>
      </w:tabs>
    </w:pPr>
  </w:style>
  <w:style w:type="paragraph" w:styleId="Liste">
    <w:name w:val="List"/>
    <w:basedOn w:val="Standard"/>
    <w:semiHidden/>
    <w:rsid w:val="00C90FB0"/>
    <w:pPr>
      <w:ind w:left="283" w:hanging="283"/>
    </w:pPr>
  </w:style>
  <w:style w:type="paragraph" w:styleId="Liste2">
    <w:name w:val="List 2"/>
    <w:basedOn w:val="Standard"/>
    <w:semiHidden/>
    <w:rsid w:val="00C90FB0"/>
    <w:pPr>
      <w:ind w:left="566" w:hanging="283"/>
    </w:pPr>
  </w:style>
  <w:style w:type="paragraph" w:styleId="Liste3">
    <w:name w:val="List 3"/>
    <w:basedOn w:val="Standard"/>
    <w:semiHidden/>
    <w:rsid w:val="00C90FB0"/>
    <w:pPr>
      <w:ind w:left="849" w:hanging="283"/>
    </w:pPr>
  </w:style>
  <w:style w:type="paragraph" w:styleId="Liste4">
    <w:name w:val="List 4"/>
    <w:basedOn w:val="Standard"/>
    <w:semiHidden/>
    <w:rsid w:val="00C90FB0"/>
    <w:pPr>
      <w:ind w:left="1132" w:hanging="283"/>
    </w:pPr>
  </w:style>
  <w:style w:type="paragraph" w:styleId="Liste5">
    <w:name w:val="List 5"/>
    <w:basedOn w:val="Standard"/>
    <w:semiHidden/>
    <w:rsid w:val="00C90FB0"/>
    <w:pPr>
      <w:ind w:left="1415" w:hanging="283"/>
    </w:pPr>
  </w:style>
  <w:style w:type="paragraph" w:styleId="Listenfortsetzung">
    <w:name w:val="List Continue"/>
    <w:basedOn w:val="Standard"/>
    <w:semiHidden/>
    <w:rsid w:val="00C90FB0"/>
    <w:pPr>
      <w:ind w:left="283"/>
    </w:pPr>
  </w:style>
  <w:style w:type="paragraph" w:styleId="Listenfortsetzung2">
    <w:name w:val="List Continue 2"/>
    <w:basedOn w:val="Standard"/>
    <w:semiHidden/>
    <w:rsid w:val="00C90FB0"/>
    <w:pPr>
      <w:ind w:left="566"/>
    </w:pPr>
  </w:style>
  <w:style w:type="paragraph" w:styleId="Listenfortsetzung3">
    <w:name w:val="List Continue 3"/>
    <w:basedOn w:val="Standard"/>
    <w:semiHidden/>
    <w:rsid w:val="00C90FB0"/>
    <w:pPr>
      <w:ind w:left="849"/>
    </w:pPr>
  </w:style>
  <w:style w:type="paragraph" w:styleId="Listenfortsetzung4">
    <w:name w:val="List Continue 4"/>
    <w:basedOn w:val="Standard"/>
    <w:semiHidden/>
    <w:rsid w:val="00C90FB0"/>
    <w:pPr>
      <w:ind w:left="1132"/>
    </w:pPr>
  </w:style>
  <w:style w:type="paragraph" w:styleId="Listenfortsetzung5">
    <w:name w:val="List Continue 5"/>
    <w:basedOn w:val="Standard"/>
    <w:semiHidden/>
    <w:rsid w:val="00C90FB0"/>
    <w:pPr>
      <w:ind w:left="1415"/>
    </w:pPr>
  </w:style>
  <w:style w:type="paragraph" w:styleId="Listennummer">
    <w:name w:val="List Number"/>
    <w:basedOn w:val="Standard"/>
    <w:semiHidden/>
    <w:rsid w:val="00C90FB0"/>
  </w:style>
  <w:style w:type="paragraph" w:styleId="Listennummer2">
    <w:name w:val="List Number 2"/>
    <w:basedOn w:val="Standard"/>
    <w:semiHidden/>
    <w:rsid w:val="00C90FB0"/>
  </w:style>
  <w:style w:type="paragraph" w:styleId="Listennummer3">
    <w:name w:val="List Number 3"/>
    <w:basedOn w:val="Standard"/>
    <w:semiHidden/>
    <w:rsid w:val="00C90FB0"/>
  </w:style>
  <w:style w:type="paragraph" w:styleId="Listennummer4">
    <w:name w:val="List Number 4"/>
    <w:basedOn w:val="Standard"/>
    <w:semiHidden/>
    <w:rsid w:val="00C90FB0"/>
  </w:style>
  <w:style w:type="paragraph" w:styleId="Listennummer5">
    <w:name w:val="List Number 5"/>
    <w:basedOn w:val="Standard"/>
    <w:semiHidden/>
    <w:rsid w:val="00C90FB0"/>
  </w:style>
  <w:style w:type="paragraph" w:styleId="Nachrichtenkopf">
    <w:name w:val="Message Header"/>
    <w:basedOn w:val="Standard"/>
    <w:link w:val="NachrichtenkopfZchn"/>
    <w:semiHidden/>
    <w:rsid w:val="00C90F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urText">
    <w:name w:val="Plain Text"/>
    <w:basedOn w:val="Standard"/>
    <w:link w:val="NurTextZchn"/>
    <w:semiHidden/>
    <w:rsid w:val="00C90FB0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C90FB0"/>
    <w:rPr>
      <w:rFonts w:cs="Times New Roman"/>
    </w:rPr>
  </w:style>
  <w:style w:type="paragraph" w:styleId="StandardWeb">
    <w:name w:val="Normal (Web)"/>
    <w:basedOn w:val="Standard"/>
    <w:semiHidden/>
    <w:rsid w:val="00C90FB0"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rsid w:val="00C90FB0"/>
    <w:pPr>
      <w:ind w:left="708"/>
    </w:pPr>
  </w:style>
  <w:style w:type="table" w:styleId="Tabelle3D-Effekt1">
    <w:name w:val="Table 3D effects 1"/>
    <w:basedOn w:val="NormaleTabelle"/>
    <w:semiHidden/>
    <w:rsid w:val="00C90FB0"/>
    <w:pPr>
      <w:spacing w:before="60" w:after="6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C90FB0"/>
    <w:pPr>
      <w:spacing w:before="60" w:after="6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C90FB0"/>
    <w:pPr>
      <w:spacing w:before="60" w:after="6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90FB0"/>
    <w:pPr>
      <w:spacing w:before="60"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C90FB0"/>
    <w:pPr>
      <w:spacing w:before="60" w:after="6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C90FB0"/>
    <w:pPr>
      <w:spacing w:before="60"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C90FB0"/>
    <w:pPr>
      <w:spacing w:before="60"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C90FB0"/>
    <w:pPr>
      <w:spacing w:before="60"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C90FB0"/>
    <w:pPr>
      <w:spacing w:before="60"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C90FB0"/>
    <w:pPr>
      <w:spacing w:before="60"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C90FB0"/>
    <w:pPr>
      <w:spacing w:before="60"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C90FB0"/>
    <w:pPr>
      <w:spacing w:before="60"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C90FB0"/>
    <w:pPr>
      <w:spacing w:before="60"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C90FB0"/>
    <w:pPr>
      <w:spacing w:before="60"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C90FB0"/>
    <w:pPr>
      <w:spacing w:before="60"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C90FB0"/>
    <w:pPr>
      <w:spacing w:before="60"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C90FB0"/>
    <w:pPr>
      <w:spacing w:before="60"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C90FB0"/>
    <w:pPr>
      <w:spacing w:before="60"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C90FB0"/>
    <w:pPr>
      <w:spacing w:before="60"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C90FB0"/>
    <w:pPr>
      <w:spacing w:before="60"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C90FB0"/>
    <w:pPr>
      <w:spacing w:before="60"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C90FB0"/>
    <w:pPr>
      <w:spacing w:before="60"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C90FB0"/>
    <w:pPr>
      <w:spacing w:before="60"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C90FB0"/>
    <w:pPr>
      <w:spacing w:before="60"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C90FB0"/>
    <w:pPr>
      <w:spacing w:before="60"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C90FB0"/>
    <w:pPr>
      <w:spacing w:before="60" w:after="6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C90FB0"/>
    <w:pPr>
      <w:spacing w:before="60"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C90FB0"/>
    <w:pPr>
      <w:spacing w:before="60" w:after="6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C90FB0"/>
    <w:pPr>
      <w:spacing w:before="60"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eSpezial1">
    <w:name w:val="Table Subtle 1"/>
    <w:basedOn w:val="NormaleTabelle"/>
    <w:semiHidden/>
    <w:rsid w:val="00C90FB0"/>
    <w:pPr>
      <w:spacing w:before="60" w:after="6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C90FB0"/>
    <w:pPr>
      <w:spacing w:before="60"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C90FB0"/>
    <w:pPr>
      <w:spacing w:before="60"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C90FB0"/>
    <w:pPr>
      <w:spacing w:before="60"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C90FB0"/>
    <w:pPr>
      <w:spacing w:before="60"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C90FB0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C90FB0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C90FB0"/>
  </w:style>
  <w:style w:type="paragraph" w:styleId="Textkrper2">
    <w:name w:val="Body Text 2"/>
    <w:basedOn w:val="Standard"/>
    <w:link w:val="Textkrper2Zchn"/>
    <w:semiHidden/>
    <w:rsid w:val="00C90FB0"/>
    <w:pPr>
      <w:spacing w:line="480" w:lineRule="auto"/>
    </w:pPr>
  </w:style>
  <w:style w:type="paragraph" w:styleId="Textkrper3">
    <w:name w:val="Body Text 3"/>
    <w:basedOn w:val="Standard"/>
    <w:link w:val="Textkrper3Zchn"/>
    <w:semiHidden/>
    <w:rsid w:val="00C90FB0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C90FB0"/>
    <w:pPr>
      <w:spacing w:line="480" w:lineRule="auto"/>
      <w:ind w:left="283"/>
    </w:pPr>
  </w:style>
  <w:style w:type="paragraph" w:styleId="Textkrper-Einzug3">
    <w:name w:val="Body Text Indent 3"/>
    <w:basedOn w:val="Standard"/>
    <w:link w:val="Textkrper-Einzug3Zchn"/>
    <w:semiHidden/>
    <w:rsid w:val="00C90FB0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C90FB0"/>
    <w:pPr>
      <w:ind w:firstLine="210"/>
    </w:pPr>
  </w:style>
  <w:style w:type="paragraph" w:styleId="Textkrper-Zeileneinzug">
    <w:name w:val="Body Text Indent"/>
    <w:basedOn w:val="Standard"/>
    <w:link w:val="Textkrper-ZeileneinzugZchn"/>
    <w:semiHidden/>
    <w:rsid w:val="00C90FB0"/>
    <w:pPr>
      <w:ind w:left="283"/>
    </w:pPr>
  </w:style>
  <w:style w:type="paragraph" w:styleId="Textkrper-Erstzeileneinzug2">
    <w:name w:val="Body Text First Indent 2"/>
    <w:basedOn w:val="Textkrper-Zeileneinzug"/>
    <w:link w:val="Textkrper-Erstzeileneinzug2Zchn"/>
    <w:semiHidden/>
    <w:rsid w:val="00C90FB0"/>
    <w:pPr>
      <w:ind w:firstLine="210"/>
    </w:pPr>
  </w:style>
  <w:style w:type="paragraph" w:styleId="Titel">
    <w:name w:val="Title"/>
    <w:basedOn w:val="Standard"/>
    <w:link w:val="TitelZchn"/>
    <w:qFormat/>
    <w:rsid w:val="00127753"/>
    <w:pPr>
      <w:spacing w:before="600" w:after="360"/>
      <w:ind w:hanging="851"/>
      <w:jc w:val="left"/>
      <w:outlineLvl w:val="0"/>
    </w:pPr>
    <w:rPr>
      <w:rFonts w:cs="Arial"/>
      <w:b/>
      <w:bCs/>
      <w:kern w:val="28"/>
      <w:sz w:val="40"/>
      <w:szCs w:val="32"/>
    </w:rPr>
  </w:style>
  <w:style w:type="paragraph" w:styleId="Umschlagabsenderadresse">
    <w:name w:val="envelope return"/>
    <w:basedOn w:val="Standard"/>
    <w:semiHidden/>
    <w:rsid w:val="00C90FB0"/>
    <w:rPr>
      <w:rFonts w:cs="Arial"/>
      <w:szCs w:val="20"/>
    </w:rPr>
  </w:style>
  <w:style w:type="paragraph" w:styleId="Umschlagadresse">
    <w:name w:val="envelope address"/>
    <w:basedOn w:val="Standard"/>
    <w:semiHidden/>
    <w:rsid w:val="00C90FB0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Standard"/>
    <w:link w:val="UnterschriftZchn"/>
    <w:semiHidden/>
    <w:rsid w:val="00C90FB0"/>
    <w:pPr>
      <w:ind w:left="4252"/>
    </w:pPr>
  </w:style>
  <w:style w:type="paragraph" w:styleId="Untertitel">
    <w:name w:val="Subtitle"/>
    <w:basedOn w:val="Standard"/>
    <w:link w:val="UntertitelZchn"/>
    <w:uiPriority w:val="7"/>
    <w:qFormat/>
    <w:rsid w:val="001B42D7"/>
    <w:pPr>
      <w:spacing w:before="360" w:after="360" w:line="320" w:lineRule="atLeast"/>
      <w:jc w:val="left"/>
      <w:outlineLvl w:val="1"/>
    </w:pPr>
    <w:rPr>
      <w:rFonts w:cs="Arial"/>
      <w:b/>
      <w:sz w:val="28"/>
    </w:rPr>
  </w:style>
  <w:style w:type="character" w:styleId="Zeilennummer">
    <w:name w:val="line number"/>
    <w:basedOn w:val="Absatz-Standardschriftart"/>
    <w:semiHidden/>
    <w:rsid w:val="00C90FB0"/>
    <w:rPr>
      <w:rFonts w:cs="Times New Roman"/>
    </w:rPr>
  </w:style>
  <w:style w:type="paragraph" w:customStyle="1" w:styleId="Aufzhlung">
    <w:name w:val="Aufzählung"/>
    <w:basedOn w:val="Standard"/>
    <w:autoRedefine/>
    <w:semiHidden/>
    <w:rsid w:val="00C90FB0"/>
    <w:pPr>
      <w:numPr>
        <w:numId w:val="5"/>
      </w:numPr>
    </w:pPr>
  </w:style>
  <w:style w:type="paragraph" w:styleId="Aufzhlungszeichen">
    <w:name w:val="List Bullet"/>
    <w:basedOn w:val="Standard"/>
    <w:semiHidden/>
    <w:rsid w:val="00C90FB0"/>
  </w:style>
  <w:style w:type="paragraph" w:styleId="Beschriftung">
    <w:name w:val="caption"/>
    <w:basedOn w:val="Standard"/>
    <w:next w:val="Standard"/>
    <w:link w:val="BeschriftungZchn"/>
    <w:rsid w:val="006222BB"/>
    <w:pPr>
      <w:spacing w:before="120" w:after="240"/>
      <w:ind w:left="737" w:hanging="737"/>
      <w:jc w:val="left"/>
      <w:textboxTightWrap w:val="allLines"/>
    </w:pPr>
    <w:rPr>
      <w:bCs/>
      <w:i/>
      <w:sz w:val="18"/>
      <w:szCs w:val="20"/>
    </w:rPr>
  </w:style>
  <w:style w:type="paragraph" w:styleId="Dokumentstruktur">
    <w:name w:val="Document Map"/>
    <w:basedOn w:val="Standard"/>
    <w:semiHidden/>
    <w:rsid w:val="00B04F77"/>
    <w:pPr>
      <w:shd w:val="clear" w:color="auto" w:fill="000080"/>
    </w:pPr>
    <w:rPr>
      <w:rFonts w:ascii="Tahoma" w:hAnsi="Tahoma" w:cs="Tahoma"/>
      <w:szCs w:val="20"/>
    </w:rPr>
  </w:style>
  <w:style w:type="paragraph" w:styleId="Endnotentext">
    <w:name w:val="endnote text"/>
    <w:basedOn w:val="Standard"/>
    <w:semiHidden/>
    <w:rsid w:val="00B04F77"/>
    <w:rPr>
      <w:szCs w:val="20"/>
    </w:rPr>
  </w:style>
  <w:style w:type="character" w:styleId="Endnotenzeichen">
    <w:name w:val="endnote reference"/>
    <w:basedOn w:val="Absatz-Standardschriftart"/>
    <w:semiHidden/>
    <w:rsid w:val="00B04F77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B04F77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B04F77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B04F77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B04F77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B04F77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B04F77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B04F77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B04F77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B04F77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B04F77"/>
    <w:rPr>
      <w:rFonts w:cs="Arial"/>
      <w:b/>
      <w:bCs/>
    </w:rPr>
  </w:style>
  <w:style w:type="paragraph" w:styleId="Kommentartext">
    <w:name w:val="annotation text"/>
    <w:basedOn w:val="Standard"/>
    <w:semiHidden/>
    <w:rsid w:val="00B04F77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B04F77"/>
    <w:rPr>
      <w:b/>
      <w:bCs/>
    </w:rPr>
  </w:style>
  <w:style w:type="character" w:styleId="Kommentarzeichen">
    <w:name w:val="annotation reference"/>
    <w:basedOn w:val="Absatz-Standardschriftart"/>
    <w:semiHidden/>
    <w:rsid w:val="00B04F77"/>
    <w:rPr>
      <w:sz w:val="16"/>
      <w:szCs w:val="16"/>
    </w:rPr>
  </w:style>
  <w:style w:type="paragraph" w:styleId="Makrotext">
    <w:name w:val="macro"/>
    <w:semiHidden/>
    <w:rsid w:val="00B04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/>
      <w:jc w:val="both"/>
    </w:pPr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semiHidden/>
    <w:rsid w:val="00B04F77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B04F77"/>
    <w:rPr>
      <w:rFonts w:cs="Arial"/>
      <w:b/>
      <w:bCs/>
      <w:sz w:val="24"/>
    </w:rPr>
  </w:style>
  <w:style w:type="paragraph" w:styleId="Sprechblasentext">
    <w:name w:val="Balloon Text"/>
    <w:basedOn w:val="Standard"/>
    <w:link w:val="SprechblasentextZchn"/>
    <w:semiHidden/>
    <w:rsid w:val="00C90FB0"/>
    <w:pPr>
      <w:spacing w:after="0"/>
    </w:pPr>
    <w:rPr>
      <w:rFonts w:ascii="Tahoma" w:hAnsi="Tahoma" w:cs="Tahoma"/>
      <w:sz w:val="16"/>
      <w:szCs w:val="16"/>
    </w:rPr>
  </w:style>
  <w:style w:type="paragraph" w:styleId="Verzeichnis2">
    <w:name w:val="toc 2"/>
    <w:basedOn w:val="Standard"/>
    <w:next w:val="Fliesstext"/>
    <w:autoRedefine/>
    <w:uiPriority w:val="39"/>
    <w:rsid w:val="00DC1C26"/>
    <w:pPr>
      <w:tabs>
        <w:tab w:val="left" w:pos="709"/>
        <w:tab w:val="right" w:pos="8931"/>
      </w:tabs>
      <w:spacing w:line="240" w:lineRule="exact"/>
      <w:ind w:left="-851" w:right="-1"/>
      <w:jc w:val="left"/>
    </w:pPr>
    <w:rPr>
      <w:rFonts w:asciiTheme="minorHAnsi" w:eastAsiaTheme="minorEastAsia" w:hAnsiTheme="minorHAnsi" w:cstheme="minorBidi"/>
      <w:noProof/>
      <w:lang w:eastAsia="de-CH"/>
    </w:rPr>
  </w:style>
  <w:style w:type="paragraph" w:styleId="Verzeichnis3">
    <w:name w:val="toc 3"/>
    <w:basedOn w:val="Standard"/>
    <w:next w:val="Standard"/>
    <w:autoRedefine/>
    <w:uiPriority w:val="39"/>
    <w:rsid w:val="00DC1C26"/>
    <w:pPr>
      <w:tabs>
        <w:tab w:val="left" w:pos="709"/>
        <w:tab w:val="right" w:pos="8789"/>
      </w:tabs>
      <w:ind w:left="-851"/>
      <w:jc w:val="left"/>
    </w:pPr>
    <w:rPr>
      <w:rFonts w:asciiTheme="minorHAnsi" w:eastAsiaTheme="minorEastAsia" w:hAnsiTheme="minorHAnsi" w:cstheme="minorBidi"/>
      <w:noProof/>
      <w:lang w:eastAsia="de-CH"/>
    </w:rPr>
  </w:style>
  <w:style w:type="paragraph" w:styleId="Verzeichnis4">
    <w:name w:val="toc 4"/>
    <w:basedOn w:val="Standard"/>
    <w:next w:val="Standard"/>
    <w:autoRedefine/>
    <w:semiHidden/>
    <w:rsid w:val="0085101B"/>
    <w:pPr>
      <w:tabs>
        <w:tab w:val="left" w:pos="1021"/>
        <w:tab w:val="right" w:pos="8789"/>
      </w:tabs>
    </w:pPr>
  </w:style>
  <w:style w:type="paragraph" w:styleId="Verzeichnis5">
    <w:name w:val="toc 5"/>
    <w:basedOn w:val="Standard"/>
    <w:next w:val="Standard"/>
    <w:autoRedefine/>
    <w:semiHidden/>
    <w:rsid w:val="00C90FB0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B04F77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B04F77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B04F77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B04F77"/>
    <w:pPr>
      <w:ind w:left="1760"/>
    </w:pPr>
  </w:style>
  <w:style w:type="paragraph" w:customStyle="1" w:styleId="Titel2">
    <w:name w:val="Titel2"/>
    <w:basedOn w:val="Standard"/>
    <w:rsid w:val="00080521"/>
    <w:pPr>
      <w:jc w:val="left"/>
    </w:pPr>
    <w:rPr>
      <w:sz w:val="28"/>
      <w:szCs w:val="46"/>
    </w:rPr>
  </w:style>
  <w:style w:type="paragraph" w:customStyle="1" w:styleId="Titel1">
    <w:name w:val="Titel 1"/>
    <w:basedOn w:val="Titel2"/>
    <w:next w:val="Standard"/>
    <w:semiHidden/>
    <w:rsid w:val="00F047DC"/>
    <w:rPr>
      <w:sz w:val="36"/>
    </w:rPr>
  </w:style>
  <w:style w:type="paragraph" w:customStyle="1" w:styleId="Berichtinfo">
    <w:name w:val="Berichtinfo"/>
    <w:basedOn w:val="Standard"/>
    <w:qFormat/>
    <w:rsid w:val="00676CFD"/>
    <w:pPr>
      <w:tabs>
        <w:tab w:val="left" w:pos="4253"/>
      </w:tabs>
    </w:pPr>
    <w:rPr>
      <w:b/>
    </w:rPr>
  </w:style>
  <w:style w:type="paragraph" w:customStyle="1" w:styleId="Seite2">
    <w:name w:val="Seite 2"/>
    <w:basedOn w:val="Standard"/>
    <w:link w:val="Seite2Zchn"/>
    <w:semiHidden/>
    <w:rsid w:val="00A957F4"/>
    <w:pPr>
      <w:tabs>
        <w:tab w:val="left" w:pos="3402"/>
      </w:tabs>
      <w:spacing w:line="240" w:lineRule="exact"/>
    </w:pPr>
    <w:rPr>
      <w:b/>
      <w:bCs/>
      <w:sz w:val="24"/>
    </w:rPr>
  </w:style>
  <w:style w:type="paragraph" w:customStyle="1" w:styleId="FormatvorlageSeite2NichtFett">
    <w:name w:val="Formatvorlage Seite 2 + Nicht Fett"/>
    <w:basedOn w:val="Seite2"/>
    <w:link w:val="FormatvorlageSeite2NichtFettZchn"/>
    <w:semiHidden/>
    <w:rsid w:val="00A957F4"/>
    <w:rPr>
      <w:b w:val="0"/>
      <w:bCs w:val="0"/>
    </w:rPr>
  </w:style>
  <w:style w:type="character" w:customStyle="1" w:styleId="Seite2Zchn">
    <w:name w:val="Seite 2 Zchn"/>
    <w:basedOn w:val="Absatz-Standardschriftart"/>
    <w:link w:val="Seite2"/>
    <w:rsid w:val="00A957F4"/>
    <w:rPr>
      <w:rFonts w:ascii="Frutiger LT 45 Light" w:hAnsi="Frutiger LT 45 Light"/>
      <w:b/>
      <w:bCs/>
      <w:sz w:val="24"/>
      <w:szCs w:val="24"/>
      <w:lang w:val="de-CH" w:eastAsia="de-DE" w:bidi="ar-SA"/>
    </w:rPr>
  </w:style>
  <w:style w:type="character" w:customStyle="1" w:styleId="FormatvorlageSeite2NichtFettZchn">
    <w:name w:val="Formatvorlage Seite 2 + Nicht Fett Zchn"/>
    <w:basedOn w:val="Seite2Zchn"/>
    <w:link w:val="FormatvorlageSeite2NichtFett"/>
    <w:rsid w:val="00A957F4"/>
    <w:rPr>
      <w:rFonts w:ascii="Frutiger LT 45 Light" w:hAnsi="Frutiger LT 45 Light"/>
      <w:b/>
      <w:bCs/>
      <w:sz w:val="24"/>
      <w:szCs w:val="24"/>
      <w:lang w:val="de-CH" w:eastAsia="de-DE" w:bidi="ar-SA"/>
    </w:rPr>
  </w:style>
  <w:style w:type="paragraph" w:customStyle="1" w:styleId="Titel3">
    <w:name w:val="Titel 3"/>
    <w:basedOn w:val="Titel2"/>
    <w:next w:val="Standard"/>
    <w:semiHidden/>
    <w:rsid w:val="005E6658"/>
  </w:style>
  <w:style w:type="numbering" w:customStyle="1" w:styleId="ArticleSection">
    <w:name w:val="Article / Section"/>
    <w:rsid w:val="00C90FB0"/>
    <w:pPr>
      <w:numPr>
        <w:numId w:val="1"/>
      </w:numPr>
    </w:p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175CD8"/>
    <w:rPr>
      <w:rFonts w:ascii="Tahoma" w:hAnsi="Tahoma" w:cs="Tahoma"/>
      <w:sz w:val="16"/>
      <w:szCs w:val="16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C90FB0"/>
    <w:rPr>
      <w:rFonts w:ascii="Frutiger LT 45 Light" w:hAnsi="Frutiger LT 45 Light"/>
      <w:sz w:val="16"/>
      <w:szCs w:val="16"/>
      <w:lang w:val="de-CH" w:eastAsia="de-DE" w:bidi="ar-SA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C90FB0"/>
    <w:rPr>
      <w:rFonts w:ascii="Frutiger LT 45 Light" w:hAnsi="Frutiger LT 45 Light"/>
      <w:sz w:val="16"/>
      <w:szCs w:val="16"/>
      <w:lang w:val="de-CH" w:eastAsia="de-DE" w:bidi="ar-SA"/>
    </w:rPr>
  </w:style>
  <w:style w:type="character" w:customStyle="1" w:styleId="GruformelZchn">
    <w:name w:val="Grußformel Zchn"/>
    <w:basedOn w:val="Absatz-Standardschriftart"/>
    <w:link w:val="Gruformel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DatumZchn">
    <w:name w:val="Datum Zchn"/>
    <w:basedOn w:val="Absatz-Standardschriftart"/>
    <w:link w:val="Datum"/>
    <w:semiHidden/>
    <w:locked/>
    <w:rsid w:val="00175CD8"/>
    <w:rPr>
      <w:rFonts w:ascii="Frutiger LT 45 Light" w:hAnsi="Frutiger LT 45 Light"/>
      <w:szCs w:val="22"/>
      <w:lang w:eastAsia="de-DE"/>
    </w:rPr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85706B"/>
    <w:rPr>
      <w:rFonts w:ascii="Frutiger LT 45 Light" w:hAnsi="Frutiger LT 45 Light"/>
      <w:sz w:val="18"/>
      <w:lang w:eastAsia="de-DE"/>
    </w:rPr>
  </w:style>
  <w:style w:type="character" w:customStyle="1" w:styleId="KopfzeileZchn">
    <w:name w:val="Kopfzeile Zchn"/>
    <w:basedOn w:val="Absatz-Standardschriftart"/>
    <w:link w:val="Kopfzeile"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berschrift1Zchn">
    <w:name w:val="Überschrift 1 Zchn"/>
    <w:basedOn w:val="Absatz-Standardschriftart"/>
    <w:link w:val="berschrift1"/>
    <w:locked/>
    <w:rsid w:val="00B14A8F"/>
    <w:rPr>
      <w:rFonts w:ascii="Frutiger LT 45 Light" w:hAnsi="Frutiger LT 45 Light" w:cs="Arial"/>
      <w:b/>
      <w:spacing w:val="6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locked/>
    <w:rsid w:val="00AB7896"/>
    <w:rPr>
      <w:rFonts w:ascii="Frutiger LT 45 Light" w:hAnsi="Frutiger LT 45 Light" w:cs="Arial"/>
      <w:b/>
      <w:spacing w:val="6"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locked/>
    <w:rsid w:val="00AB7896"/>
    <w:rPr>
      <w:rFonts w:ascii="Frutiger LT 45 Light" w:hAnsi="Frutiger LT 45 Light" w:cs="Arial"/>
      <w:b/>
      <w:bCs/>
      <w:spacing w:val="6"/>
      <w:sz w:val="24"/>
      <w:szCs w:val="28"/>
      <w:shd w:val="solid" w:color="FFFFFF" w:fill="FFFFFF"/>
      <w:lang w:eastAsia="de-DE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175CD8"/>
    <w:rPr>
      <w:rFonts w:ascii="Frutiger LT 45 Light" w:hAnsi="Frutiger LT 45 Light" w:cs="Arial"/>
      <w:b/>
      <w:spacing w:val="6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175CD8"/>
    <w:rPr>
      <w:rFonts w:ascii="Frutiger LT 45 Light" w:hAnsi="Frutiger LT 45 Light" w:cs="Arial"/>
      <w:b/>
      <w:bCs/>
      <w:spacing w:val="6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175CD8"/>
    <w:rPr>
      <w:rFonts w:ascii="Frutiger LT 45 Light" w:hAnsi="Frutiger LT 45 Light"/>
      <w:b/>
      <w:bCs/>
      <w:spacing w:val="6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175CD8"/>
    <w:rPr>
      <w:rFonts w:ascii="Frutiger LT 45 Light" w:hAnsi="Frutiger LT 45 Light"/>
      <w:b/>
      <w:spacing w:val="6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175CD8"/>
    <w:rPr>
      <w:i/>
      <w:iCs/>
      <w:spacing w:val="6"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175CD8"/>
    <w:rPr>
      <w:rFonts w:ascii="Arial" w:hAnsi="Arial" w:cs="Arial"/>
      <w:spacing w:val="6"/>
      <w:szCs w:val="22"/>
      <w:lang w:eastAsia="de-DE"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C90FB0"/>
    <w:rPr>
      <w:rFonts w:ascii="Frutiger LT 45 Light" w:hAnsi="Frutiger LT 45 Light"/>
      <w:i/>
      <w:iCs/>
      <w:sz w:val="22"/>
      <w:szCs w:val="22"/>
      <w:lang w:val="de-CH" w:eastAsia="de-DE" w:bidi="ar-SA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C90FB0"/>
    <w:rPr>
      <w:rFonts w:ascii="Courier New" w:hAnsi="Courier New" w:cs="Courier New"/>
      <w:lang w:val="de-CH" w:eastAsia="de-DE" w:bidi="ar-SA"/>
    </w:rPr>
  </w:style>
  <w:style w:type="paragraph" w:customStyle="1" w:styleId="Listenabsatz1">
    <w:name w:val="Listenabsatz1"/>
    <w:basedOn w:val="Standard"/>
    <w:semiHidden/>
    <w:rsid w:val="00C90FB0"/>
    <w:pPr>
      <w:spacing w:after="0"/>
      <w:ind w:left="720"/>
      <w:jc w:val="left"/>
    </w:pPr>
    <w:rPr>
      <w:rFonts w:ascii="Calibri" w:hAnsi="Calibri"/>
      <w:lang w:val="de-DE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C90FB0"/>
    <w:rPr>
      <w:rFonts w:ascii="Arial" w:hAnsi="Arial" w:cs="Arial"/>
      <w:sz w:val="24"/>
      <w:szCs w:val="24"/>
      <w:lang w:val="de-CH" w:eastAsia="de-DE" w:bidi="ar-SA"/>
    </w:rPr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Platzhaltertext1">
    <w:name w:val="Platzhaltertext1"/>
    <w:basedOn w:val="Absatz-Standardschriftart"/>
    <w:semiHidden/>
    <w:rsid w:val="00C90FB0"/>
    <w:rPr>
      <w:rFonts w:cs="Times New Roman"/>
      <w:color w:val="808080"/>
    </w:rPr>
  </w:style>
  <w:style w:type="character" w:customStyle="1" w:styleId="NurTextZchn">
    <w:name w:val="Nur Text Zchn"/>
    <w:basedOn w:val="Absatz-Standardschriftart"/>
    <w:link w:val="NurText"/>
    <w:semiHidden/>
    <w:locked/>
    <w:rsid w:val="00C90FB0"/>
    <w:rPr>
      <w:rFonts w:ascii="Courier New" w:hAnsi="Courier New" w:cs="Courier New"/>
      <w:lang w:val="de-CH" w:eastAsia="de-DE" w:bidi="ar-SA"/>
    </w:rPr>
  </w:style>
  <w:style w:type="character" w:customStyle="1" w:styleId="AnredeZchn">
    <w:name w:val="Anrede Zchn"/>
    <w:basedOn w:val="Absatz-Standardschriftart"/>
    <w:link w:val="Anrede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character" w:customStyle="1" w:styleId="UnterschriftZchn">
    <w:name w:val="Unterschrift Zchn"/>
    <w:basedOn w:val="Absatz-Standardschriftart"/>
    <w:link w:val="Unterschrift"/>
    <w:semiHidden/>
    <w:locked/>
    <w:rsid w:val="00C90FB0"/>
    <w:rPr>
      <w:rFonts w:ascii="Frutiger LT 45 Light" w:hAnsi="Frutiger LT 45 Light"/>
      <w:sz w:val="22"/>
      <w:szCs w:val="22"/>
      <w:lang w:val="de-CH" w:eastAsia="de-DE" w:bidi="ar-SA"/>
    </w:rPr>
  </w:style>
  <w:style w:type="paragraph" w:customStyle="1" w:styleId="Sitzungsinfo">
    <w:name w:val="Sitzungsinfo"/>
    <w:basedOn w:val="Standard"/>
    <w:uiPriority w:val="99"/>
    <w:qFormat/>
    <w:rsid w:val="00C90FB0"/>
    <w:pPr>
      <w:tabs>
        <w:tab w:val="left" w:pos="1650"/>
        <w:tab w:val="left" w:pos="4950"/>
        <w:tab w:val="left" w:pos="8080"/>
        <w:tab w:val="left" w:pos="10773"/>
      </w:tabs>
    </w:pPr>
  </w:style>
  <w:style w:type="character" w:customStyle="1" w:styleId="SitzungsinfoFett">
    <w:name w:val="Sitzungsinfo Fett"/>
    <w:basedOn w:val="Absatz-Standardschriftart"/>
    <w:uiPriority w:val="99"/>
    <w:qFormat/>
    <w:rsid w:val="00C90FB0"/>
    <w:rPr>
      <w:rFonts w:ascii="Frutiger LT 45 Light" w:hAnsi="Frutiger LT 45 Light" w:cs="Times New Roman"/>
      <w:b/>
      <w:bCs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7"/>
    <w:locked/>
    <w:rsid w:val="00175CD8"/>
    <w:rPr>
      <w:rFonts w:ascii="Frutiger LT 45 Light" w:hAnsi="Frutiger LT 45 Light" w:cs="Arial"/>
      <w:b/>
      <w:sz w:val="28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locked/>
    <w:rsid w:val="00127753"/>
    <w:rPr>
      <w:rFonts w:ascii="Frutiger LT 45 Light" w:hAnsi="Frutiger LT 45 Light" w:cs="Arial"/>
      <w:b/>
      <w:bCs/>
      <w:kern w:val="28"/>
      <w:sz w:val="40"/>
      <w:szCs w:val="32"/>
      <w:lang w:eastAsia="de-DE"/>
    </w:rPr>
  </w:style>
  <w:style w:type="paragraph" w:customStyle="1" w:styleId="WW-Blocktext">
    <w:name w:val="WW-Blocktext"/>
    <w:basedOn w:val="Standard"/>
    <w:semiHidden/>
    <w:rsid w:val="00C90FB0"/>
    <w:pPr>
      <w:tabs>
        <w:tab w:val="left" w:pos="567"/>
        <w:tab w:val="left" w:pos="8222"/>
      </w:tabs>
      <w:suppressAutoHyphens/>
      <w:spacing w:after="0"/>
      <w:ind w:right="1701"/>
    </w:pPr>
    <w:rPr>
      <w:rFonts w:ascii="Frutiger 45 Light" w:hAnsi="Frutiger 45 Light"/>
      <w:b/>
      <w:szCs w:val="20"/>
      <w:lang w:eastAsia="ar-SA"/>
    </w:rPr>
  </w:style>
  <w:style w:type="paragraph" w:customStyle="1" w:styleId="Titel10">
    <w:name w:val="Titel1"/>
    <w:basedOn w:val="Titel1"/>
    <w:qFormat/>
    <w:rsid w:val="00127753"/>
    <w:pPr>
      <w:ind w:right="-284" w:hanging="851"/>
    </w:pPr>
    <w:rPr>
      <w:b/>
      <w:sz w:val="28"/>
      <w:szCs w:val="40"/>
    </w:rPr>
  </w:style>
  <w:style w:type="paragraph" w:customStyle="1" w:styleId="Auftraggeber">
    <w:name w:val="Auftraggeber"/>
    <w:basedOn w:val="Standard"/>
    <w:semiHidden/>
    <w:qFormat/>
    <w:rsid w:val="001B42D7"/>
    <w:pPr>
      <w:ind w:right="-284"/>
      <w:jc w:val="left"/>
    </w:pPr>
    <w:rPr>
      <w:sz w:val="28"/>
      <w:szCs w:val="28"/>
    </w:rPr>
  </w:style>
  <w:style w:type="paragraph" w:customStyle="1" w:styleId="Auftraggeber1">
    <w:name w:val="Auftraggeber1"/>
    <w:basedOn w:val="Titel1"/>
    <w:semiHidden/>
    <w:qFormat/>
    <w:rsid w:val="001B42D7"/>
    <w:pPr>
      <w:spacing w:before="3600" w:after="120"/>
      <w:ind w:right="-284"/>
    </w:pPr>
    <w:rPr>
      <w:noProof/>
      <w:sz w:val="28"/>
      <w:szCs w:val="28"/>
    </w:rPr>
  </w:style>
  <w:style w:type="paragraph" w:customStyle="1" w:styleId="Dokumentart">
    <w:name w:val="Dokumentart"/>
    <w:basedOn w:val="Titel1"/>
    <w:semiHidden/>
    <w:qFormat/>
    <w:rsid w:val="001B42D7"/>
    <w:pPr>
      <w:spacing w:before="600"/>
      <w:ind w:right="-284"/>
    </w:pPr>
    <w:rPr>
      <w:b/>
      <w:sz w:val="40"/>
      <w:szCs w:val="40"/>
    </w:rPr>
  </w:style>
  <w:style w:type="paragraph" w:customStyle="1" w:styleId="Titel30">
    <w:name w:val="Titel3"/>
    <w:basedOn w:val="Titel3"/>
    <w:rsid w:val="00BA669B"/>
    <w:pPr>
      <w:spacing w:before="360"/>
    </w:pPr>
    <w:rPr>
      <w:b/>
      <w:sz w:val="24"/>
      <w:szCs w:val="24"/>
    </w:rPr>
  </w:style>
  <w:style w:type="paragraph" w:customStyle="1" w:styleId="Schluss">
    <w:name w:val="Schluss"/>
    <w:basedOn w:val="Standard"/>
    <w:qFormat/>
    <w:rsid w:val="00DB0374"/>
    <w:pPr>
      <w:tabs>
        <w:tab w:val="left" w:pos="4905"/>
      </w:tabs>
    </w:pPr>
  </w:style>
  <w:style w:type="paragraph" w:customStyle="1" w:styleId="Standard1">
    <w:name w:val="Standard 1"/>
    <w:basedOn w:val="Standard"/>
    <w:semiHidden/>
    <w:rsid w:val="004F59F2"/>
    <w:pPr>
      <w:tabs>
        <w:tab w:val="right" w:pos="9070"/>
      </w:tabs>
      <w:spacing w:after="0"/>
      <w:ind w:left="709"/>
    </w:pPr>
    <w:rPr>
      <w:rFonts w:cs="Arial"/>
      <w:szCs w:val="20"/>
    </w:rPr>
  </w:style>
  <w:style w:type="table" w:customStyle="1" w:styleId="HelleSchattierung-Akzent11">
    <w:name w:val="Helle Schattierung - Akzent 11"/>
    <w:basedOn w:val="NormaleTabelle"/>
    <w:uiPriority w:val="60"/>
    <w:rsid w:val="004F59F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sRaster-Akzent1">
    <w:name w:val="Colorful Grid Accent 1"/>
    <w:basedOn w:val="NormaleTabelle"/>
    <w:uiPriority w:val="73"/>
    <w:rsid w:val="004F59F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enabsatz">
    <w:name w:val="List Paragraph"/>
    <w:basedOn w:val="Standard"/>
    <w:uiPriority w:val="34"/>
    <w:qFormat/>
    <w:rsid w:val="00751455"/>
    <w:pPr>
      <w:tabs>
        <w:tab w:val="left" w:pos="425"/>
      </w:tabs>
      <w:ind w:left="1281" w:hanging="357"/>
      <w:contextualSpacing/>
    </w:pPr>
  </w:style>
  <w:style w:type="paragraph" w:customStyle="1" w:styleId="test">
    <w:name w:val="test"/>
    <w:basedOn w:val="Kopfzeile"/>
    <w:link w:val="testZchn"/>
    <w:semiHidden/>
    <w:qFormat/>
    <w:rsid w:val="00453718"/>
    <w:pPr>
      <w:pBdr>
        <w:bottom w:val="single" w:sz="2" w:space="1" w:color="auto"/>
      </w:pBdr>
      <w:tabs>
        <w:tab w:val="clear" w:pos="9072"/>
        <w:tab w:val="right" w:pos="8789"/>
      </w:tabs>
    </w:pPr>
    <w:rPr>
      <w:szCs w:val="20"/>
    </w:rPr>
  </w:style>
  <w:style w:type="character" w:customStyle="1" w:styleId="testZchn">
    <w:name w:val="test Zchn"/>
    <w:basedOn w:val="KopfzeileZchn"/>
    <w:link w:val="test"/>
    <w:semiHidden/>
    <w:rsid w:val="00175CD8"/>
    <w:rPr>
      <w:rFonts w:ascii="Frutiger LT 45 Light" w:hAnsi="Frutiger LT 45 Light"/>
      <w:sz w:val="22"/>
      <w:szCs w:val="22"/>
      <w:lang w:val="de-CH" w:eastAsia="de-DE" w:bidi="ar-SA"/>
    </w:rPr>
  </w:style>
  <w:style w:type="paragraph" w:customStyle="1" w:styleId="Berichtinfo2">
    <w:name w:val="Berichtinfo 2"/>
    <w:basedOn w:val="Berichtinfo"/>
    <w:qFormat/>
    <w:rsid w:val="00676CFD"/>
    <w:pPr>
      <w:jc w:val="left"/>
    </w:pPr>
    <w:rPr>
      <w:rFonts w:cs="Arial"/>
      <w:b w:val="0"/>
      <w:sz w:val="18"/>
      <w:szCs w:val="18"/>
    </w:rPr>
  </w:style>
  <w:style w:type="paragraph" w:customStyle="1" w:styleId="Berichtinfo1">
    <w:name w:val="Berichtinfo 1"/>
    <w:basedOn w:val="Berichtinfo"/>
    <w:qFormat/>
    <w:rsid w:val="00676CFD"/>
    <w:pPr>
      <w:jc w:val="left"/>
    </w:pPr>
    <w:rPr>
      <w:rFonts w:cs="Arial"/>
      <w:b w:val="0"/>
      <w:szCs w:val="20"/>
    </w:rPr>
  </w:style>
  <w:style w:type="paragraph" w:customStyle="1" w:styleId="Titel4">
    <w:name w:val="Titel4"/>
    <w:basedOn w:val="Titel30"/>
    <w:qFormat/>
    <w:rsid w:val="00323894"/>
    <w:pPr>
      <w:ind w:left="851"/>
    </w:pPr>
    <w:rPr>
      <w:sz w:val="20"/>
      <w:szCs w:val="20"/>
    </w:rPr>
  </w:style>
  <w:style w:type="paragraph" w:customStyle="1" w:styleId="Fliesstext">
    <w:name w:val="Fliesstext"/>
    <w:basedOn w:val="Standard"/>
    <w:link w:val="FliesstextZchn"/>
    <w:qFormat/>
    <w:rsid w:val="00AB7896"/>
    <w:pPr>
      <w:spacing w:after="120" w:line="320" w:lineRule="exact"/>
    </w:pPr>
    <w:rPr>
      <w:rFonts w:cs="Arial"/>
    </w:rPr>
  </w:style>
  <w:style w:type="paragraph" w:customStyle="1" w:styleId="TabellenStandard">
    <w:name w:val="Tabellen Standard"/>
    <w:basedOn w:val="Standard"/>
    <w:qFormat/>
    <w:rsid w:val="006D61D1"/>
    <w:pPr>
      <w:spacing w:before="120" w:after="120"/>
      <w:jc w:val="left"/>
    </w:pPr>
    <w:rPr>
      <w:rFonts w:cs="Arial"/>
      <w:lang w:val="en-US"/>
    </w:rPr>
  </w:style>
  <w:style w:type="paragraph" w:customStyle="1" w:styleId="Marginaliefett">
    <w:name w:val="Marginalie fett"/>
    <w:link w:val="MarginaliefettZchn"/>
    <w:rsid w:val="00970871"/>
    <w:pPr>
      <w:framePr w:w="2268" w:hSpace="284" w:wrap="around" w:vAnchor="text" w:hAnchor="page" w:y="1"/>
      <w:tabs>
        <w:tab w:val="num" w:pos="0"/>
      </w:tabs>
      <w:spacing w:before="120"/>
    </w:pPr>
    <w:rPr>
      <w:rFonts w:ascii="Frutiger LT 45 Light" w:hAnsi="Frutiger LT 45 Light" w:cs="Arial"/>
      <w:b/>
      <w:sz w:val="16"/>
      <w:szCs w:val="22"/>
      <w:lang w:val="de-DE" w:eastAsia="de-DE"/>
    </w:rPr>
  </w:style>
  <w:style w:type="paragraph" w:customStyle="1" w:styleId="Auflistung-Symbol">
    <w:name w:val="Auflistung - Symbol"/>
    <w:basedOn w:val="Fliesstext"/>
    <w:link w:val="Auflistung-SymbolZchn"/>
    <w:qFormat/>
    <w:rsid w:val="00C51A9A"/>
    <w:pPr>
      <w:numPr>
        <w:numId w:val="23"/>
      </w:numPr>
    </w:pPr>
  </w:style>
  <w:style w:type="character" w:customStyle="1" w:styleId="FliesstextZchn">
    <w:name w:val="Fliesstext Zchn"/>
    <w:basedOn w:val="Absatz-Standardschriftart"/>
    <w:link w:val="Fliesstext"/>
    <w:rsid w:val="00AB7896"/>
    <w:rPr>
      <w:rFonts w:ascii="Frutiger LT 45 Light" w:hAnsi="Frutiger LT 45 Light" w:cs="Arial"/>
      <w:szCs w:val="22"/>
      <w:lang w:eastAsia="de-DE"/>
    </w:rPr>
  </w:style>
  <w:style w:type="character" w:customStyle="1" w:styleId="Auflistung-SymbolZchn">
    <w:name w:val="Auflistung - Symbol Zchn"/>
    <w:basedOn w:val="FliesstextZchn"/>
    <w:link w:val="Auflistung-Symbol"/>
    <w:rsid w:val="00C51A9A"/>
    <w:rPr>
      <w:rFonts w:ascii="Frutiger LT 45 Light" w:hAnsi="Frutiger LT 45 Light" w:cs="Arial"/>
      <w:szCs w:val="22"/>
      <w:lang w:eastAsia="de-DE"/>
    </w:rPr>
  </w:style>
  <w:style w:type="paragraph" w:customStyle="1" w:styleId="Kopfleiste">
    <w:name w:val="Kopfleiste"/>
    <w:basedOn w:val="test"/>
    <w:link w:val="KopfleisteZchn"/>
    <w:autoRedefine/>
    <w:qFormat/>
    <w:rsid w:val="003B08EA"/>
    <w:pPr>
      <w:pBdr>
        <w:bottom w:val="none" w:sz="0" w:space="0" w:color="auto"/>
      </w:pBdr>
      <w:tabs>
        <w:tab w:val="clear" w:pos="4536"/>
        <w:tab w:val="clear" w:pos="8789"/>
        <w:tab w:val="right" w:pos="7767"/>
      </w:tabs>
      <w:spacing w:line="320" w:lineRule="exact"/>
      <w:ind w:hanging="851"/>
      <w:jc w:val="left"/>
    </w:pPr>
    <w:rPr>
      <w:rFonts w:cs="Arial"/>
    </w:rPr>
  </w:style>
  <w:style w:type="character" w:customStyle="1" w:styleId="KopfleisteZchn">
    <w:name w:val="Kopfleiste Zchn"/>
    <w:basedOn w:val="testZchn"/>
    <w:link w:val="Kopfleiste"/>
    <w:rsid w:val="003B08EA"/>
    <w:rPr>
      <w:rFonts w:ascii="Frutiger LT 45 Light" w:hAnsi="Frutiger LT 45 Light" w:cs="Arial"/>
      <w:sz w:val="22"/>
      <w:szCs w:val="22"/>
      <w:lang w:val="de-CH" w:eastAsia="de-DE" w:bidi="ar-SA"/>
    </w:rPr>
  </w:style>
  <w:style w:type="paragraph" w:customStyle="1" w:styleId="Fussleiste">
    <w:name w:val="Fussleiste"/>
    <w:basedOn w:val="Fuzeile"/>
    <w:link w:val="FussleisteZchn"/>
    <w:autoRedefine/>
    <w:qFormat/>
    <w:rsid w:val="003B08EA"/>
    <w:pPr>
      <w:tabs>
        <w:tab w:val="clear" w:pos="4536"/>
        <w:tab w:val="clear" w:pos="9072"/>
        <w:tab w:val="center" w:pos="5812"/>
        <w:tab w:val="right" w:pos="8789"/>
      </w:tabs>
      <w:ind w:hanging="851"/>
    </w:pPr>
    <w:rPr>
      <w:rFonts w:cs="Arial"/>
      <w:szCs w:val="20"/>
    </w:rPr>
  </w:style>
  <w:style w:type="character" w:customStyle="1" w:styleId="FussleisteZchn">
    <w:name w:val="Fussleiste Zchn"/>
    <w:basedOn w:val="FuzeileZchn"/>
    <w:link w:val="Fussleiste"/>
    <w:rsid w:val="003B08EA"/>
    <w:rPr>
      <w:rFonts w:ascii="Frutiger LT 45 Light" w:hAnsi="Frutiger LT 45 Light" w:cs="Arial"/>
      <w:sz w:val="22"/>
      <w:szCs w:val="22"/>
      <w:lang w:val="de-CH" w:eastAsia="de-DE" w:bidi="ar-SA"/>
    </w:rPr>
  </w:style>
  <w:style w:type="paragraph" w:customStyle="1" w:styleId="Auflistung-Zahl">
    <w:name w:val="Auflistung - Zahl"/>
    <w:basedOn w:val="Fliesstext"/>
    <w:link w:val="Auflistung-ZahlZchn"/>
    <w:qFormat/>
    <w:rsid w:val="00B01292"/>
    <w:pPr>
      <w:numPr>
        <w:numId w:val="24"/>
      </w:numPr>
      <w:ind w:left="357" w:hanging="357"/>
    </w:pPr>
  </w:style>
  <w:style w:type="character" w:customStyle="1" w:styleId="Auflistung-ZahlZchn">
    <w:name w:val="Auflistung - Zahl Zchn"/>
    <w:basedOn w:val="Auflistung-SymbolZchn"/>
    <w:link w:val="Auflistung-Zahl"/>
    <w:rsid w:val="00B01292"/>
    <w:rPr>
      <w:rFonts w:ascii="Frutiger LT 45 Light" w:hAnsi="Frutiger LT 45 Light" w:cs="Arial"/>
      <w:szCs w:val="22"/>
      <w:lang w:eastAsia="de-DE"/>
    </w:rPr>
  </w:style>
  <w:style w:type="paragraph" w:customStyle="1" w:styleId="Auflistung-Buchstabe">
    <w:name w:val="Auflistung - Buchstabe"/>
    <w:basedOn w:val="Fliesstext"/>
    <w:link w:val="Auflistung-BuchstabeZchn"/>
    <w:qFormat/>
    <w:rsid w:val="00C51A9A"/>
    <w:pPr>
      <w:numPr>
        <w:numId w:val="25"/>
      </w:numPr>
      <w:ind w:left="357" w:hanging="357"/>
    </w:pPr>
  </w:style>
  <w:style w:type="character" w:customStyle="1" w:styleId="Auflistung-BuchstabeZchn">
    <w:name w:val="Auflistung - Buchstabe Zchn"/>
    <w:basedOn w:val="FliesstextZchn"/>
    <w:link w:val="Auflistung-Buchstabe"/>
    <w:rsid w:val="00C51A9A"/>
    <w:rPr>
      <w:rFonts w:ascii="Frutiger LT 45 Light" w:hAnsi="Frutiger LT 45 Light" w:cs="Arial"/>
      <w:szCs w:val="22"/>
      <w:lang w:eastAsia="de-DE"/>
    </w:rPr>
  </w:style>
  <w:style w:type="paragraph" w:customStyle="1" w:styleId="Anhang">
    <w:name w:val="Anhang"/>
    <w:basedOn w:val="Fliesstext"/>
    <w:link w:val="AnhangZchn"/>
    <w:qFormat/>
    <w:rsid w:val="000B668D"/>
    <w:pPr>
      <w:numPr>
        <w:numId w:val="30"/>
      </w:numPr>
    </w:pPr>
    <w:rPr>
      <w:b/>
      <w:sz w:val="24"/>
    </w:rPr>
  </w:style>
  <w:style w:type="character" w:customStyle="1" w:styleId="AnhangZchn">
    <w:name w:val="Anhang Zchn"/>
    <w:basedOn w:val="FliesstextZchn"/>
    <w:link w:val="Anhang"/>
    <w:rsid w:val="000B668D"/>
    <w:rPr>
      <w:rFonts w:ascii="Frutiger LT 45 Light" w:hAnsi="Frutiger LT 45 Light" w:cs="Arial"/>
      <w:b/>
      <w:sz w:val="24"/>
      <w:szCs w:val="24"/>
      <w:lang w:eastAsia="de-DE"/>
    </w:rPr>
  </w:style>
  <w:style w:type="paragraph" w:customStyle="1" w:styleId="Berichtinfo3">
    <w:name w:val="Berichtinfo 3"/>
    <w:basedOn w:val="Berichtinfo2"/>
    <w:qFormat/>
    <w:rsid w:val="00B531D8"/>
    <w:rPr>
      <w:b/>
      <w:sz w:val="16"/>
    </w:rPr>
  </w:style>
  <w:style w:type="character" w:styleId="Platzhaltertext">
    <w:name w:val="Placeholder Text"/>
    <w:basedOn w:val="Absatz-Standardschriftart"/>
    <w:uiPriority w:val="99"/>
    <w:semiHidden/>
    <w:rsid w:val="00DB4845"/>
    <w:rPr>
      <w:color w:val="808080"/>
    </w:rPr>
  </w:style>
  <w:style w:type="character" w:customStyle="1" w:styleId="rgilmn">
    <w:name w:val="rg_ilmn"/>
    <w:basedOn w:val="Absatz-Standardschriftart"/>
    <w:rsid w:val="004C11F1"/>
  </w:style>
  <w:style w:type="paragraph" w:customStyle="1" w:styleId="Marginaliednn">
    <w:name w:val="Marginalie dünn"/>
    <w:basedOn w:val="Marginaliefett"/>
    <w:link w:val="MarginaliednnZchn"/>
    <w:rsid w:val="00D818DB"/>
    <w:pPr>
      <w:framePr w:wrap="around"/>
    </w:pPr>
    <w:rPr>
      <w:b w:val="0"/>
    </w:rPr>
  </w:style>
  <w:style w:type="character" w:customStyle="1" w:styleId="MarginaliefettZchn">
    <w:name w:val="Marginalie fett Zchn"/>
    <w:basedOn w:val="Absatz-Standardschriftart"/>
    <w:link w:val="Marginaliefett"/>
    <w:rsid w:val="00D818DB"/>
    <w:rPr>
      <w:rFonts w:ascii="Frutiger LT 45 Light" w:hAnsi="Frutiger LT 45 Light" w:cs="Arial"/>
      <w:b/>
      <w:sz w:val="16"/>
      <w:szCs w:val="22"/>
      <w:lang w:val="de-DE" w:eastAsia="de-DE"/>
    </w:rPr>
  </w:style>
  <w:style w:type="character" w:customStyle="1" w:styleId="MarginaliednnZchn">
    <w:name w:val="Marginalie dünn Zchn"/>
    <w:basedOn w:val="MarginaliefettZchn"/>
    <w:link w:val="Marginaliednn"/>
    <w:rsid w:val="00D818DB"/>
    <w:rPr>
      <w:rFonts w:ascii="Frutiger LT 45 Light" w:hAnsi="Frutiger LT 45 Light" w:cs="Arial"/>
      <w:b/>
      <w:sz w:val="16"/>
      <w:szCs w:val="22"/>
      <w:lang w:val="de-DE" w:eastAsia="de-DE"/>
    </w:rPr>
  </w:style>
  <w:style w:type="paragraph" w:customStyle="1" w:styleId="BeschriftungGrafik">
    <w:name w:val="Beschriftung Grafik"/>
    <w:basedOn w:val="Beschriftung"/>
    <w:link w:val="BeschriftungGrafikZchn"/>
    <w:autoRedefine/>
    <w:qFormat/>
    <w:rsid w:val="001C5688"/>
    <w:pPr>
      <w:ind w:left="1191" w:hanging="1191"/>
      <w:jc w:val="both"/>
    </w:pPr>
  </w:style>
  <w:style w:type="character" w:customStyle="1" w:styleId="BeschriftungZchn">
    <w:name w:val="Beschriftung Zchn"/>
    <w:basedOn w:val="Absatz-Standardschriftart"/>
    <w:link w:val="Beschriftung"/>
    <w:rsid w:val="000A1D7D"/>
    <w:rPr>
      <w:rFonts w:ascii="Frutiger LT 45 Light" w:hAnsi="Frutiger LT 45 Light"/>
      <w:bCs/>
      <w:i/>
      <w:sz w:val="18"/>
      <w:lang w:eastAsia="de-DE"/>
    </w:rPr>
  </w:style>
  <w:style w:type="character" w:customStyle="1" w:styleId="BeschriftungGrafikZchn">
    <w:name w:val="Beschriftung Grafik Zchn"/>
    <w:basedOn w:val="BeschriftungZchn"/>
    <w:link w:val="BeschriftungGrafik"/>
    <w:rsid w:val="001C5688"/>
    <w:rPr>
      <w:rFonts w:ascii="Frutiger LT 45 Light" w:hAnsi="Frutiger LT 45 Light"/>
      <w:bCs/>
      <w:i/>
      <w:sz w:val="18"/>
      <w:lang w:eastAsia="de-DE"/>
    </w:rPr>
  </w:style>
  <w:style w:type="paragraph" w:styleId="berarbeitung">
    <w:name w:val="Revision"/>
    <w:hidden/>
    <w:uiPriority w:val="99"/>
    <w:semiHidden/>
    <w:rsid w:val="00841F51"/>
    <w:rPr>
      <w:rFonts w:ascii="Frutiger LT 45 Light" w:hAnsi="Frutiger LT 45 Light"/>
      <w:szCs w:val="22"/>
      <w:lang w:eastAsia="de-DE"/>
    </w:rPr>
  </w:style>
  <w:style w:type="paragraph" w:customStyle="1" w:styleId="Formatvorlage1">
    <w:name w:val="Formatvorlage1"/>
    <w:basedOn w:val="Abbildungsverzeichnis"/>
    <w:link w:val="Formatvorlage1Zchn"/>
    <w:qFormat/>
    <w:rsid w:val="004F29A1"/>
  </w:style>
  <w:style w:type="character" w:customStyle="1" w:styleId="AbbildungsverzeichnisZchn">
    <w:name w:val="Abbildungsverzeichnis Zchn"/>
    <w:basedOn w:val="Absatz-Standardschriftart"/>
    <w:link w:val="Abbildungsverzeichnis"/>
    <w:uiPriority w:val="99"/>
    <w:rsid w:val="00DC1C26"/>
    <w:rPr>
      <w:rFonts w:ascii="Frutiger LT 45 Light" w:hAnsi="Frutiger LT 45 Light" w:cs="Arial"/>
      <w:noProof/>
      <w:szCs w:val="22"/>
      <w:lang w:eastAsia="de-DE"/>
    </w:rPr>
  </w:style>
  <w:style w:type="character" w:customStyle="1" w:styleId="Formatvorlage1Zchn">
    <w:name w:val="Formatvorlage1 Zchn"/>
    <w:basedOn w:val="AbbildungsverzeichnisZchn"/>
    <w:link w:val="Formatvorlage1"/>
    <w:rsid w:val="004F29A1"/>
    <w:rPr>
      <w:rFonts w:ascii="Frutiger LT 45 Light" w:hAnsi="Frutiger LT 45 Light" w:cs="Arial"/>
      <w:noProof/>
      <w:szCs w:val="22"/>
      <w:lang w:eastAsia="de-DE"/>
    </w:rPr>
  </w:style>
  <w:style w:type="table" w:customStyle="1" w:styleId="TBATabellenrasterohneRahmenlinien">
    <w:name w:val="TBA Tabellenraster ohne Rahmenlinien"/>
    <w:basedOn w:val="NormaleTabelle"/>
    <w:uiPriority w:val="99"/>
    <w:rsid w:val="00FE0A26"/>
    <w:rPr>
      <w:rFonts w:asciiTheme="minorHAnsi" w:eastAsiaTheme="minorHAnsi" w:hAnsiTheme="minorHAnsi" w:cstheme="minorBidi"/>
      <w:lang w:val="en-US"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4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DOT\BSB%20+%20Partner\Bern\Factshee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E6E65DC483804F847BE8118CA39F00" ma:contentTypeVersion="13" ma:contentTypeDescription="Ein neues Dokument erstellen." ma:contentTypeScope="" ma:versionID="bbdac664d52b7a0d290084f6108c595c">
  <xsd:schema xmlns:xsd="http://www.w3.org/2001/XMLSchema" xmlns:xs="http://www.w3.org/2001/XMLSchema" xmlns:p="http://schemas.microsoft.com/office/2006/metadata/properties" xmlns:ns2="26d3b823-e69d-4970-a7f0-4477b5e88fa6" xmlns:ns3="cbb458c2-76c5-43b5-98cd-f0ada8ea8dac" targetNamespace="http://schemas.microsoft.com/office/2006/metadata/properties" ma:root="true" ma:fieldsID="0d190aa52561e01f0451bfdccd81ebac" ns2:_="" ns3:_="">
    <xsd:import namespace="26d3b823-e69d-4970-a7f0-4477b5e88fa6"/>
    <xsd:import namespace="cbb458c2-76c5-43b5-98cd-f0ada8ea8da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b823-e69d-4970-a7f0-4477b5e88fa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44a4cd82-0dcd-47fe-9e9b-6063c4d167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458c2-76c5-43b5-98cd-f0ada8ea8da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0b64716-23fa-4eec-a94e-e5c95ceea1e6}" ma:internalName="TaxCatchAll" ma:showField="CatchAllData" ma:web="cbb458c2-76c5-43b5-98cd-f0ada8ea8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23053-08DF-4AAF-98C0-03839A70D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b823-e69d-4970-a7f0-4477b5e88fa6"/>
    <ds:schemaRef ds:uri="cbb458c2-76c5-43b5-98cd-f0ada8ea8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110A9-52BD-4D25-9BF8-3715F6569E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3714F0-24AC-47E8-ADB5-53746D109B5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Factsheet.dotx</Template>
  <TotalTime>0</TotalTime>
  <Pages>3</Pages>
  <Words>399</Words>
  <Characters>3149</Characters>
  <Application>Microsoft Office Word</Application>
  <DocSecurity>0</DocSecurity>
  <Lines>26</Lines>
  <Paragraphs>7</Paragraphs>
  <ScaleCrop>false</ScaleCrop>
  <Manager>OfficeCare AG</Manager>
  <Company>BSB + Partner, Biberist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</dc:title>
  <dc:creator>Minder Nike</dc:creator>
  <cp:keywords>Objektnummer</cp:keywords>
  <dc:description>Titel des Dokument</dc:description>
  <cp:lastModifiedBy>Beer Reto, TVS TAB</cp:lastModifiedBy>
  <cp:revision>84</cp:revision>
  <cp:lastPrinted>2024-02-14T10:21:00Z</cp:lastPrinted>
  <dcterms:created xsi:type="dcterms:W3CDTF">2024-01-23T13:18:00Z</dcterms:created>
  <dcterms:modified xsi:type="dcterms:W3CDTF">2024-06-04T12:06:00Z</dcterms:modified>
  <cp:category>Art des Dokuments</cp:category>
  <cp:contentStatus>001</cp:contentStatus>
</cp:coreProperties>
</file>